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horzAnchor="margin" w:tblpY="-850"/>
        <w:tblW w:w="999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351"/>
        <w:gridCol w:w="1192"/>
        <w:gridCol w:w="780"/>
        <w:gridCol w:w="2055"/>
        <w:gridCol w:w="3191"/>
      </w:tblGrid>
      <w:tr w:rsidR="00332717" w:rsidTr="003B75F1">
        <w:trPr>
          <w:cantSplit/>
          <w:trHeight w:hRule="exact" w:val="1077"/>
        </w:trPr>
        <w:tc>
          <w:tcPr>
            <w:tcW w:w="9995" w:type="dxa"/>
            <w:gridSpan w:val="6"/>
          </w:tcPr>
          <w:p w:rsidR="00332717" w:rsidRDefault="00332717" w:rsidP="003B75F1">
            <w:pPr>
              <w:tabs>
                <w:tab w:val="center" w:pos="2968"/>
              </w:tabs>
              <w:spacing w:line="200" w:lineRule="exact"/>
            </w:pPr>
          </w:p>
        </w:tc>
      </w:tr>
      <w:tr w:rsidR="00332717" w:rsidTr="003B75F1">
        <w:trPr>
          <w:trHeight w:hRule="exact" w:val="284"/>
        </w:trPr>
        <w:tc>
          <w:tcPr>
            <w:tcW w:w="4749" w:type="dxa"/>
            <w:gridSpan w:val="4"/>
            <w:tcBorders>
              <w:bottom w:val="single" w:sz="4" w:space="0" w:color="auto"/>
            </w:tcBorders>
            <w:vAlign w:val="bottom"/>
          </w:tcPr>
          <w:p w:rsidR="00332717" w:rsidRDefault="00332717" w:rsidP="003B75F1">
            <w:pPr>
              <w:jc w:val="both"/>
              <w:rPr>
                <w:sz w:val="8"/>
              </w:rPr>
            </w:pPr>
          </w:p>
          <w:p w:rsidR="00332717" w:rsidRDefault="00332717" w:rsidP="003B75F1">
            <w:pPr>
              <w:jc w:val="both"/>
              <w:rPr>
                <w:sz w:val="16"/>
              </w:rPr>
            </w:pPr>
            <w:r>
              <w:rPr>
                <w:sz w:val="16"/>
              </w:rPr>
              <w:br/>
            </w:r>
          </w:p>
        </w:tc>
        <w:tc>
          <w:tcPr>
            <w:tcW w:w="5246" w:type="dxa"/>
            <w:gridSpan w:val="2"/>
          </w:tcPr>
          <w:p w:rsidR="00332717" w:rsidRDefault="00332717" w:rsidP="003B75F1">
            <w:pPr>
              <w:tabs>
                <w:tab w:val="left" w:pos="823"/>
              </w:tabs>
            </w:pPr>
          </w:p>
        </w:tc>
      </w:tr>
      <w:tr w:rsidR="00332717" w:rsidTr="003B75F1">
        <w:trPr>
          <w:cantSplit/>
          <w:trHeight w:hRule="exact" w:val="2285"/>
        </w:trPr>
        <w:tc>
          <w:tcPr>
            <w:tcW w:w="4749" w:type="dxa"/>
            <w:gridSpan w:val="4"/>
            <w:tcBorders>
              <w:top w:val="single" w:sz="4" w:space="0" w:color="auto"/>
            </w:tcBorders>
          </w:tcPr>
          <w:p w:rsidR="00332717" w:rsidRDefault="00332717" w:rsidP="003B75F1"/>
          <w:p w:rsidR="00332717" w:rsidRDefault="00332717" w:rsidP="003B75F1">
            <w:pPr>
              <w:rPr>
                <w:sz w:val="16"/>
              </w:rPr>
            </w:pPr>
          </w:p>
          <w:p w:rsidR="00332717" w:rsidRDefault="002310E8" w:rsidP="003B75F1">
            <w:r>
              <w:t>Regierung von Mittelfranken</w:t>
            </w:r>
          </w:p>
          <w:p w:rsidR="002310E8" w:rsidRDefault="002310E8" w:rsidP="003B75F1">
            <w:r>
              <w:t>Sachgebiet 40.2.5</w:t>
            </w:r>
          </w:p>
          <w:p w:rsidR="002310E8" w:rsidRDefault="002310E8" w:rsidP="003B75F1">
            <w:r>
              <w:t>Postfach 606</w:t>
            </w:r>
          </w:p>
          <w:p w:rsidR="002310E8" w:rsidRDefault="002310E8" w:rsidP="003B75F1">
            <w:r>
              <w:t>91511 Ansbach</w:t>
            </w:r>
          </w:p>
        </w:tc>
        <w:tc>
          <w:tcPr>
            <w:tcW w:w="5246" w:type="dxa"/>
            <w:gridSpan w:val="2"/>
          </w:tcPr>
          <w:p w:rsidR="00332717" w:rsidRDefault="00332717" w:rsidP="003B75F1"/>
          <w:p w:rsidR="00332717" w:rsidRDefault="00332717" w:rsidP="003B75F1"/>
          <w:p w:rsidR="00332717" w:rsidRDefault="00332717" w:rsidP="003B75F1">
            <w:pPr>
              <w:tabs>
                <w:tab w:val="center" w:pos="3891"/>
              </w:tabs>
              <w:rPr>
                <w:b/>
                <w:bCs/>
                <w:sz w:val="38"/>
              </w:rPr>
            </w:pPr>
            <w:r>
              <w:rPr>
                <w:b/>
                <w:bCs/>
                <w:sz w:val="38"/>
              </w:rPr>
              <w:tab/>
            </w:r>
          </w:p>
          <w:p w:rsidR="00332717" w:rsidRDefault="00332717" w:rsidP="003B75F1">
            <w:pPr>
              <w:tabs>
                <w:tab w:val="center" w:pos="4071"/>
              </w:tabs>
            </w:pPr>
          </w:p>
        </w:tc>
      </w:tr>
      <w:tr w:rsidR="002310E8" w:rsidTr="003B75F1">
        <w:trPr>
          <w:cantSplit/>
          <w:trHeight w:val="892"/>
        </w:trPr>
        <w:tc>
          <w:tcPr>
            <w:tcW w:w="9995" w:type="dxa"/>
            <w:gridSpan w:val="6"/>
          </w:tcPr>
          <w:p w:rsidR="002310E8" w:rsidRDefault="002310E8" w:rsidP="003B75F1"/>
        </w:tc>
      </w:tr>
      <w:tr w:rsidR="002310E8" w:rsidTr="003B75F1">
        <w:trPr>
          <w:cantSplit/>
          <w:trHeight w:val="565"/>
        </w:trPr>
        <w:tc>
          <w:tcPr>
            <w:tcW w:w="9995" w:type="dxa"/>
            <w:gridSpan w:val="6"/>
            <w:tcBorders>
              <w:bottom w:val="single" w:sz="4" w:space="0" w:color="auto"/>
            </w:tcBorders>
          </w:tcPr>
          <w:p w:rsidR="002310E8" w:rsidRPr="002310E8" w:rsidRDefault="002310E8" w:rsidP="003B75F1">
            <w:pPr>
              <w:rPr>
                <w:b/>
                <w:sz w:val="16"/>
                <w:lang w:val="it-IT"/>
              </w:rPr>
            </w:pPr>
            <w:r w:rsidRPr="002310E8">
              <w:rPr>
                <w:b/>
              </w:rPr>
              <w:t>Nachweis über einen ausreichenden Masernschutz gemäß §20 Absatz 9 Infektionsschutzgesetz</w:t>
            </w:r>
          </w:p>
        </w:tc>
      </w:tr>
      <w:tr w:rsidR="00966E55" w:rsidRPr="00966E55" w:rsidTr="003B75F1">
        <w:trPr>
          <w:cantSplit/>
          <w:trHeight w:val="454"/>
        </w:trPr>
        <w:tc>
          <w:tcPr>
            <w:tcW w:w="9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966E55" w:rsidRPr="00966E55" w:rsidRDefault="00966E55" w:rsidP="003B75F1">
            <w:pPr>
              <w:rPr>
                <w:b/>
                <w:sz w:val="16"/>
                <w:szCs w:val="18"/>
              </w:rPr>
            </w:pPr>
            <w:r w:rsidRPr="00AB2AED">
              <w:rPr>
                <w:sz w:val="16"/>
                <w:szCs w:val="18"/>
              </w:rPr>
              <w:t>Vorlagenkategorie (bitte auswählen):</w:t>
            </w:r>
            <w:r w:rsidR="00AB2AED">
              <w:rPr>
                <w:b/>
                <w:sz w:val="4"/>
                <w:szCs w:val="18"/>
              </w:rPr>
              <w:t xml:space="preserve"> </w:t>
            </w:r>
            <w:r w:rsidRPr="00554C59">
              <w:rPr>
                <w:sz w:val="20"/>
              </w:rPr>
              <w:br/>
            </w:r>
            <w:sdt>
              <w:sdtPr>
                <w:rPr>
                  <w:sz w:val="20"/>
                </w:rPr>
                <w:alias w:val="Kategorie"/>
                <w:tag w:val="Kategorie"/>
                <w:id w:val="-71665682"/>
                <w:lock w:val="sdtLocked"/>
                <w:placeholder>
                  <w:docPart w:val="12FBDD6CBCA24000AB705CF03776A681"/>
                </w:placeholder>
                <w:showingPlcHdr/>
                <w:dropDownList>
                  <w:listItem w:displayText="bitte auswählen" w:value=""/>
                  <w:listItem w:displayText="Verbleib an Schule" w:value="Verbleib an Schule"/>
                  <w:listItem w:displayText="Beabsichtigte Versetzung innerhalb des Schulamtsbezirks" w:value="Beabsichtigte Versetzung innerhalb des Schulamtsbezirks"/>
                  <w:listItem w:displayText="Beabsichtigte Versetzung über den Schulamtsbezirk hinaus" w:value="Beabsichtigte Versetzung über den Schulamtsbezirk hinaus"/>
                  <w:listItem w:displayText="Beabsichtigte Abordnung innerhalb des Schulamtsbezirks" w:value="Beabsichtigte Abordnung innerhalb des Schulamtsbezirks"/>
                  <w:listItem w:displayText="Beabsichtigte Abordnung über den Schulamtsbezirk hinaus" w:value="Beabsichtigte Abordnung über den Schulamtsbezirk hinaus"/>
                  <w:listItem w:displayText="Aufnahme in die Mobile Reserve" w:value="Aufnahme in die Mobile Reserve"/>
                  <w:listItem w:displayText="Übernahme einer Funktionsstelle" w:value="Übernahme einer Funktionsstelle"/>
                  <w:listItem w:displayText="Beabsichtigter Abschluss eines befristeten Arbeitsvertrages" w:value="Beabsichtigter Abschluss eines befristeten Arbeitsvertrages"/>
                  <w:listItem w:displayText="Beabsichtigte Übernahme in das Beamtenverhältnis auf Probe" w:value="Beabsichtigte Übernahme in das Beamtenverhältnis auf Probe"/>
                  <w:listItem w:displayText="Beabsichtigte Übernahme im Rahmen des Ländertauschverfahrens" w:value="Beabsichtigte Übernahme im Rahmen des Ländertauschverfahrens"/>
                  <w:listItem w:displayText="Sonstige Gründe" w:value="Sonstige Gründe"/>
                </w:dropDownList>
              </w:sdtPr>
              <w:sdtEndPr/>
              <w:sdtContent>
                <w:r w:rsidR="00554C59" w:rsidRPr="00554C59">
                  <w:rPr>
                    <w:color w:val="808080"/>
                    <w:sz w:val="20"/>
                  </w:rPr>
                  <w:t>bitte auswählen</w:t>
                </w:r>
              </w:sdtContent>
            </w:sdt>
          </w:p>
        </w:tc>
      </w:tr>
      <w:tr w:rsidR="002310E8" w:rsidTr="003B75F1">
        <w:trPr>
          <w:cantSplit/>
          <w:trHeight w:val="454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310E8" w:rsidRPr="00966E55" w:rsidRDefault="002310E8" w:rsidP="003B75F1">
            <w:pPr>
              <w:rPr>
                <w:sz w:val="16"/>
                <w:szCs w:val="18"/>
              </w:rPr>
            </w:pPr>
            <w:r w:rsidRPr="00966E55">
              <w:rPr>
                <w:sz w:val="16"/>
                <w:szCs w:val="18"/>
              </w:rPr>
              <w:t>Nachname:</w:t>
            </w:r>
            <w:r w:rsidRPr="00966E55">
              <w:rPr>
                <w:sz w:val="20"/>
              </w:rPr>
              <w:br/>
            </w:r>
            <w:sdt>
              <w:sdtPr>
                <w:rPr>
                  <w:sz w:val="20"/>
                </w:rPr>
                <w:alias w:val="Nachname"/>
                <w:tag w:val="Nachname"/>
                <w:id w:val="-26328788"/>
                <w:lock w:val="sdtLocked"/>
                <w:placeholder>
                  <w:docPart w:val="F5A71054C12541F8A90A25C611EACEF8"/>
                </w:placeholder>
                <w:showingPlcHdr/>
                <w:text/>
              </w:sdtPr>
              <w:sdtEndPr/>
              <w:sdtContent>
                <w:r w:rsidRPr="00966E55">
                  <w:rPr>
                    <w:rStyle w:val="Platzhaltertext"/>
                    <w:sz w:val="20"/>
                  </w:rPr>
                  <w:t>Nachname</w:t>
                </w:r>
              </w:sdtContent>
            </w:sdt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</w:tcBorders>
            <w:vAlign w:val="center"/>
          </w:tcPr>
          <w:p w:rsidR="002310E8" w:rsidRPr="00966E55" w:rsidRDefault="002310E8" w:rsidP="003B75F1">
            <w:pPr>
              <w:rPr>
                <w:sz w:val="20"/>
              </w:rPr>
            </w:pPr>
            <w:r w:rsidRPr="00966E55">
              <w:rPr>
                <w:sz w:val="16"/>
                <w:szCs w:val="18"/>
              </w:rPr>
              <w:t>Vorname:</w:t>
            </w:r>
          </w:p>
          <w:p w:rsidR="002310E8" w:rsidRPr="00966E55" w:rsidRDefault="00D144CF" w:rsidP="003B75F1">
            <w:pPr>
              <w:rPr>
                <w:sz w:val="16"/>
                <w:szCs w:val="18"/>
              </w:rPr>
            </w:pPr>
            <w:sdt>
              <w:sdtPr>
                <w:rPr>
                  <w:sz w:val="20"/>
                </w:rPr>
                <w:alias w:val="Vorname"/>
                <w:tag w:val="Vorname"/>
                <w:id w:val="-458875263"/>
                <w:lock w:val="sdtLocked"/>
                <w:placeholder>
                  <w:docPart w:val="1C4ECF2DCB2E4B8C83832847AACD943E"/>
                </w:placeholder>
                <w:showingPlcHdr/>
                <w:text/>
              </w:sdtPr>
              <w:sdtEndPr/>
              <w:sdtContent>
                <w:r w:rsidR="002310E8" w:rsidRPr="00966E55">
                  <w:rPr>
                    <w:rStyle w:val="Platzhaltertext"/>
                    <w:sz w:val="20"/>
                  </w:rPr>
                  <w:t>Vorname</w:t>
                </w:r>
              </w:sdtContent>
            </w:sdt>
          </w:p>
        </w:tc>
        <w:tc>
          <w:tcPr>
            <w:tcW w:w="319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310E8" w:rsidRPr="00966E55" w:rsidRDefault="002310E8" w:rsidP="003B75F1">
            <w:pPr>
              <w:rPr>
                <w:sz w:val="16"/>
                <w:szCs w:val="18"/>
              </w:rPr>
            </w:pPr>
            <w:r w:rsidRPr="00966E55">
              <w:rPr>
                <w:sz w:val="16"/>
                <w:szCs w:val="18"/>
              </w:rPr>
              <w:t>Viva-Nummer</w:t>
            </w:r>
            <w:r w:rsidR="00AF620D">
              <w:rPr>
                <w:sz w:val="16"/>
                <w:szCs w:val="18"/>
              </w:rPr>
              <w:t xml:space="preserve"> (falls vorhanden)</w:t>
            </w:r>
            <w:r w:rsidRPr="00966E55">
              <w:rPr>
                <w:sz w:val="16"/>
                <w:szCs w:val="18"/>
              </w:rPr>
              <w:t>:</w:t>
            </w:r>
            <w:r w:rsidRPr="00966E55">
              <w:rPr>
                <w:sz w:val="20"/>
              </w:rPr>
              <w:br/>
            </w:r>
            <w:sdt>
              <w:sdtPr>
                <w:rPr>
                  <w:sz w:val="20"/>
                </w:rPr>
                <w:alias w:val="Viva-Nummer"/>
                <w:tag w:val="Viva-Nummer"/>
                <w:id w:val="31845820"/>
                <w:lock w:val="sdtLocked"/>
                <w:placeholder>
                  <w:docPart w:val="25778E1035114A029F6D3442A2C30D7E"/>
                </w:placeholder>
                <w:showingPlcHdr/>
                <w:text/>
              </w:sdtPr>
              <w:sdtEndPr/>
              <w:sdtContent>
                <w:r w:rsidRPr="00966E55">
                  <w:rPr>
                    <w:rStyle w:val="Platzhaltertext"/>
                    <w:sz w:val="20"/>
                  </w:rPr>
                  <w:t>Viva</w:t>
                </w:r>
              </w:sdtContent>
            </w:sdt>
          </w:p>
        </w:tc>
      </w:tr>
      <w:tr w:rsidR="002310E8" w:rsidTr="003B75F1">
        <w:trPr>
          <w:cantSplit/>
          <w:trHeight w:val="454"/>
        </w:trPr>
        <w:tc>
          <w:tcPr>
            <w:tcW w:w="3969" w:type="dxa"/>
            <w:gridSpan w:val="3"/>
            <w:tcBorders>
              <w:left w:val="single" w:sz="4" w:space="0" w:color="auto"/>
            </w:tcBorders>
            <w:vAlign w:val="center"/>
          </w:tcPr>
          <w:p w:rsidR="002310E8" w:rsidRPr="00966E55" w:rsidRDefault="002310E8" w:rsidP="003B75F1">
            <w:pPr>
              <w:rPr>
                <w:sz w:val="16"/>
                <w:szCs w:val="18"/>
              </w:rPr>
            </w:pPr>
            <w:r w:rsidRPr="00966E55">
              <w:rPr>
                <w:sz w:val="16"/>
                <w:szCs w:val="18"/>
              </w:rPr>
              <w:t>Geburtsdatum:</w:t>
            </w:r>
            <w:r w:rsidRPr="00966E55">
              <w:rPr>
                <w:sz w:val="20"/>
              </w:rPr>
              <w:br/>
            </w:r>
            <w:sdt>
              <w:sdtPr>
                <w:rPr>
                  <w:sz w:val="20"/>
                </w:rPr>
                <w:alias w:val="Geburtsdatum"/>
                <w:tag w:val="Geburtsdatum"/>
                <w:id w:val="1213011894"/>
                <w:lock w:val="sdtLocked"/>
                <w:placeholder>
                  <w:docPart w:val="3BCD9F6E845A4E818A263309CC94C018"/>
                </w:placeholder>
                <w:showingPlcHdr/>
                <w:date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Pr="00966E55">
                  <w:rPr>
                    <w:rStyle w:val="Platzhaltertext"/>
                    <w:sz w:val="20"/>
                  </w:rPr>
                  <w:t>Geburtsdatum</w:t>
                </w:r>
              </w:sdtContent>
            </w:sdt>
          </w:p>
        </w:tc>
        <w:tc>
          <w:tcPr>
            <w:tcW w:w="2835" w:type="dxa"/>
            <w:gridSpan w:val="2"/>
            <w:tcBorders>
              <w:left w:val="nil"/>
            </w:tcBorders>
            <w:vAlign w:val="center"/>
          </w:tcPr>
          <w:p w:rsidR="002310E8" w:rsidRPr="00554C59" w:rsidRDefault="00BA44EC" w:rsidP="003B75F1">
            <w:pPr>
              <w:rPr>
                <w:sz w:val="20"/>
              </w:rPr>
            </w:pPr>
            <w:r w:rsidRPr="00966E55">
              <w:rPr>
                <w:sz w:val="16"/>
                <w:szCs w:val="18"/>
              </w:rPr>
              <w:t>Amtsbezeichnung</w:t>
            </w:r>
            <w:r w:rsidR="00AB2AED">
              <w:rPr>
                <w:sz w:val="16"/>
                <w:szCs w:val="18"/>
              </w:rPr>
              <w:t xml:space="preserve"> (bitte auswählen)</w:t>
            </w:r>
            <w:r w:rsidR="002310E8" w:rsidRPr="00966E55">
              <w:rPr>
                <w:sz w:val="16"/>
                <w:szCs w:val="18"/>
              </w:rPr>
              <w:t>:</w:t>
            </w:r>
          </w:p>
          <w:p w:rsidR="002310E8" w:rsidRPr="00AB2AED" w:rsidRDefault="00D144CF" w:rsidP="003B75F1">
            <w:pPr>
              <w:rPr>
                <w:sz w:val="20"/>
              </w:rPr>
            </w:pPr>
            <w:sdt>
              <w:sdtPr>
                <w:rPr>
                  <w:rStyle w:val="Platzhaltertext"/>
                  <w:color w:val="auto"/>
                  <w:sz w:val="20"/>
                </w:rPr>
                <w:alias w:val="Amtsbezeichnung"/>
                <w:tag w:val="Amtsbezeichnung"/>
                <w:id w:val="282083834"/>
                <w:lock w:val="sdtLocked"/>
                <w:placeholder>
                  <w:docPart w:val="F6623B5A39634C16BD86CCD3CC9DFE9A"/>
                </w:placeholder>
                <w:showingPlcHdr/>
                <w:dropDownList>
                  <w:listItem w:displayText="bitte auswählen" w:value=""/>
                  <w:listItem w:displayText="L/Lin" w:value="L/Lin"/>
                  <w:listItem w:displayText="StR/StRin" w:value="StR/StRin"/>
                  <w:listItem w:displayText="FL/FLin" w:value="FL/FLin"/>
                  <w:listItem w:displayText="FOL/FOLin" w:value="FOL/FOLin"/>
                  <w:listItem w:displayText="FöL/FöLin" w:value="FöL/FöLin"/>
                  <w:listItem w:displayText="KR/KRin" w:value="KR/KRin"/>
                  <w:listItem w:displayText="R/Rin" w:value="R/Rin"/>
                  <w:listItem w:displayText="BR/BRin" w:value="BR/BRin"/>
                  <w:listItem w:displayText="SR/SRin" w:value="SR/SRin"/>
                  <w:listItem w:displayText="LAA/LAAin" w:value="LAA/LAAin"/>
                  <w:listItem w:displayText="FLA/FLAin" w:value="FLA/FLAin"/>
                  <w:listItem w:displayText="FöLA/FöLAin" w:value="FöLA/FöLAin"/>
                  <w:listItem w:displayText="Sonstige/Keine" w:value="Sonstige/Keine"/>
                </w:dropDownList>
              </w:sdtPr>
              <w:sdtEndPr>
                <w:rPr>
                  <w:rStyle w:val="Platzhaltertext"/>
                </w:rPr>
              </w:sdtEndPr>
              <w:sdtContent>
                <w:r w:rsidR="00626640" w:rsidRPr="00626640">
                  <w:rPr>
                    <w:rStyle w:val="Platzhaltertext"/>
                    <w:sz w:val="20"/>
                  </w:rPr>
                  <w:t>bitte auswählen</w:t>
                </w:r>
              </w:sdtContent>
            </w:sdt>
          </w:p>
        </w:tc>
        <w:tc>
          <w:tcPr>
            <w:tcW w:w="3191" w:type="dxa"/>
            <w:tcBorders>
              <w:left w:val="nil"/>
              <w:right w:val="single" w:sz="4" w:space="0" w:color="auto"/>
            </w:tcBorders>
            <w:vAlign w:val="center"/>
          </w:tcPr>
          <w:p w:rsidR="002310E8" w:rsidRPr="00966E55" w:rsidRDefault="00966E55" w:rsidP="003B75F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Status</w:t>
            </w:r>
            <w:r w:rsidR="00554C59">
              <w:rPr>
                <w:sz w:val="16"/>
                <w:szCs w:val="18"/>
              </w:rPr>
              <w:t xml:space="preserve"> (bitte auswählen)</w:t>
            </w:r>
            <w:r w:rsidR="002310E8" w:rsidRPr="00966E55">
              <w:rPr>
                <w:sz w:val="16"/>
                <w:szCs w:val="18"/>
              </w:rPr>
              <w:t>:</w:t>
            </w:r>
            <w:r w:rsidR="002310E8" w:rsidRPr="00AB2AED">
              <w:rPr>
                <w:sz w:val="20"/>
              </w:rPr>
              <w:br/>
            </w:r>
            <w:sdt>
              <w:sdtPr>
                <w:rPr>
                  <w:sz w:val="20"/>
                </w:rPr>
                <w:alias w:val="Status"/>
                <w:tag w:val="Status"/>
                <w:id w:val="223643769"/>
                <w:lock w:val="sdtLocked"/>
                <w:placeholder>
                  <w:docPart w:val="128F038FD42B47D592B584836CCCD62F"/>
                </w:placeholder>
                <w:showingPlcHdr/>
                <w:dropDownList>
                  <w:listItem w:displayText="bitte auswählen" w:value=""/>
                  <w:listItem w:displayText="Beamte*r aus Lebenszeit" w:value="Beamte*r aus Lebenszeit"/>
                  <w:listItem w:displayText="Beamte*r auf Probe" w:value="Beamte*r auf Probe"/>
                  <w:listItem w:displayText="Beamte*r auf Widerruf" w:value="Beamte*r auf Widerruf"/>
                  <w:listItem w:displayText="Beschäftigte*r" w:value="Beschäftigte*r"/>
                  <w:listItem w:displayText="ohne Beschäftigung" w:value="ohne Beschäftigung"/>
                </w:dropDownList>
              </w:sdtPr>
              <w:sdtEndPr/>
              <w:sdtContent>
                <w:r w:rsidR="00554C59" w:rsidRPr="00554C59">
                  <w:rPr>
                    <w:rStyle w:val="Platzhaltertext"/>
                    <w:sz w:val="20"/>
                  </w:rPr>
                  <w:t>bitte auswählen</w:t>
                </w:r>
              </w:sdtContent>
            </w:sdt>
          </w:p>
        </w:tc>
      </w:tr>
      <w:tr w:rsidR="00BA44EC" w:rsidTr="003B75F1">
        <w:trPr>
          <w:cantSplit/>
          <w:trHeight w:val="454"/>
        </w:trPr>
        <w:tc>
          <w:tcPr>
            <w:tcW w:w="3969" w:type="dxa"/>
            <w:gridSpan w:val="3"/>
            <w:tcBorders>
              <w:left w:val="single" w:sz="4" w:space="0" w:color="auto"/>
            </w:tcBorders>
            <w:vAlign w:val="center"/>
          </w:tcPr>
          <w:p w:rsidR="00BA44EC" w:rsidRPr="00966E55" w:rsidRDefault="00BA44EC" w:rsidP="003B75F1">
            <w:pPr>
              <w:rPr>
                <w:sz w:val="16"/>
                <w:szCs w:val="18"/>
              </w:rPr>
            </w:pPr>
            <w:r w:rsidRPr="00966E55">
              <w:rPr>
                <w:sz w:val="16"/>
                <w:szCs w:val="18"/>
              </w:rPr>
              <w:t>Straße und Hausnummer:</w:t>
            </w:r>
            <w:r w:rsidRPr="00966E55">
              <w:rPr>
                <w:sz w:val="20"/>
              </w:rPr>
              <w:br/>
            </w:r>
            <w:sdt>
              <w:sdtPr>
                <w:rPr>
                  <w:sz w:val="20"/>
                </w:rPr>
                <w:alias w:val="Adresse"/>
                <w:tag w:val="Adresse"/>
                <w:id w:val="-1898737823"/>
                <w:lock w:val="sdtLocked"/>
                <w:placeholder>
                  <w:docPart w:val="74B276B1D285450199931F3BC0E1D043"/>
                </w:placeholder>
                <w:showingPlcHdr/>
                <w:text/>
              </w:sdtPr>
              <w:sdtEndPr/>
              <w:sdtContent>
                <w:r w:rsidRPr="00966E55">
                  <w:rPr>
                    <w:rStyle w:val="Platzhaltertext"/>
                    <w:sz w:val="20"/>
                  </w:rPr>
                  <w:t>Straße und Hausnummer</w:t>
                </w:r>
              </w:sdtContent>
            </w:sdt>
          </w:p>
        </w:tc>
        <w:tc>
          <w:tcPr>
            <w:tcW w:w="2835" w:type="dxa"/>
            <w:gridSpan w:val="2"/>
            <w:tcBorders>
              <w:left w:val="nil"/>
            </w:tcBorders>
            <w:vAlign w:val="center"/>
          </w:tcPr>
          <w:p w:rsidR="00BA44EC" w:rsidRPr="00966E55" w:rsidRDefault="00BA44EC" w:rsidP="003B75F1">
            <w:pPr>
              <w:rPr>
                <w:sz w:val="20"/>
              </w:rPr>
            </w:pPr>
            <w:r w:rsidRPr="00966E55">
              <w:rPr>
                <w:sz w:val="16"/>
                <w:szCs w:val="18"/>
              </w:rPr>
              <w:t>Postleitzahl:</w:t>
            </w:r>
          </w:p>
          <w:p w:rsidR="00BA44EC" w:rsidRPr="00966E55" w:rsidRDefault="00D144CF" w:rsidP="003B75F1">
            <w:pPr>
              <w:rPr>
                <w:sz w:val="16"/>
                <w:szCs w:val="18"/>
              </w:rPr>
            </w:pPr>
            <w:sdt>
              <w:sdtPr>
                <w:rPr>
                  <w:sz w:val="20"/>
                </w:rPr>
                <w:alias w:val="Postleitzahl"/>
                <w:tag w:val="Amtsbezeichnung"/>
                <w:id w:val="-179905932"/>
                <w:lock w:val="sdtLocked"/>
                <w:placeholder>
                  <w:docPart w:val="FD2432A025E44CE799E922F0B5B4FC22"/>
                </w:placeholder>
                <w:showingPlcHdr/>
                <w:text/>
              </w:sdtPr>
              <w:sdtEndPr/>
              <w:sdtContent>
                <w:r w:rsidR="00966E55" w:rsidRPr="00966E55">
                  <w:rPr>
                    <w:rStyle w:val="Platzhaltertext"/>
                    <w:sz w:val="20"/>
                  </w:rPr>
                  <w:t>Postleitzahl</w:t>
                </w:r>
              </w:sdtContent>
            </w:sdt>
          </w:p>
        </w:tc>
        <w:tc>
          <w:tcPr>
            <w:tcW w:w="3191" w:type="dxa"/>
            <w:tcBorders>
              <w:left w:val="nil"/>
              <w:right w:val="single" w:sz="4" w:space="0" w:color="auto"/>
            </w:tcBorders>
            <w:vAlign w:val="center"/>
          </w:tcPr>
          <w:p w:rsidR="00BA44EC" w:rsidRPr="00966E55" w:rsidRDefault="00BA44EC" w:rsidP="003B75F1">
            <w:pPr>
              <w:rPr>
                <w:sz w:val="16"/>
                <w:szCs w:val="18"/>
              </w:rPr>
            </w:pPr>
            <w:r w:rsidRPr="00966E55">
              <w:rPr>
                <w:sz w:val="16"/>
                <w:szCs w:val="18"/>
              </w:rPr>
              <w:t>Ort:</w:t>
            </w:r>
            <w:r w:rsidRPr="00966E55">
              <w:rPr>
                <w:sz w:val="20"/>
              </w:rPr>
              <w:br/>
            </w:r>
            <w:sdt>
              <w:sdtPr>
                <w:rPr>
                  <w:sz w:val="20"/>
                </w:rPr>
                <w:alias w:val="Ort"/>
                <w:tag w:val="Ort"/>
                <w:id w:val="-177972085"/>
                <w:lock w:val="sdtLocked"/>
                <w:placeholder>
                  <w:docPart w:val="BD396572D047430DB39AD1200AC7406E"/>
                </w:placeholder>
                <w:showingPlcHdr/>
                <w:text/>
              </w:sdtPr>
              <w:sdtEndPr/>
              <w:sdtContent>
                <w:r w:rsidRPr="00966E55">
                  <w:rPr>
                    <w:rStyle w:val="Platzhaltertext"/>
                    <w:sz w:val="20"/>
                  </w:rPr>
                  <w:t>Ort</w:t>
                </w:r>
              </w:sdtContent>
            </w:sdt>
          </w:p>
        </w:tc>
      </w:tr>
      <w:tr w:rsidR="00554C59" w:rsidTr="003B75F1">
        <w:trPr>
          <w:cantSplit/>
          <w:trHeight w:val="454"/>
        </w:trPr>
        <w:tc>
          <w:tcPr>
            <w:tcW w:w="999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C59" w:rsidRPr="00966E55" w:rsidRDefault="00554C59" w:rsidP="003B75F1">
            <w:pPr>
              <w:rPr>
                <w:sz w:val="16"/>
                <w:szCs w:val="18"/>
              </w:rPr>
            </w:pPr>
            <w:r w:rsidRPr="00966E55">
              <w:rPr>
                <w:sz w:val="16"/>
                <w:szCs w:val="18"/>
              </w:rPr>
              <w:t>Staatliches Schulamt (bitte auswählen):</w:t>
            </w:r>
            <w:r w:rsidRPr="00966E55">
              <w:rPr>
                <w:sz w:val="20"/>
              </w:rPr>
              <w:br/>
            </w:r>
            <w:sdt>
              <w:sdtPr>
                <w:rPr>
                  <w:sz w:val="20"/>
                </w:rPr>
                <w:alias w:val="Staatliches Schulamt"/>
                <w:tag w:val="Staatliches Schulamt"/>
                <w:id w:val="-1537650417"/>
                <w:lock w:val="sdtLocked"/>
                <w:placeholder>
                  <w:docPart w:val="61CEA01622574D8FBC1DA09209606FD3"/>
                </w:placeholder>
                <w:showingPlcHdr/>
                <w:dropDownList>
                  <w:listItem w:displayText="bitte auswählen" w:value=""/>
                  <w:listItem w:displayText="Stadt Ansbach" w:value="Stadt Ansbach"/>
                  <w:listItem w:displayText="Landkreis Ansbach" w:value="Landkreis Ansbach"/>
                  <w:listItem w:displayText="Stadt Erlangen" w:value="Stadt Erlangen"/>
                  <w:listItem w:displayText="Landkreis Erlangen-Höchstadt" w:value="Landkreis Erlangen-Höchstadt"/>
                  <w:listItem w:displayText="Stadt Fürth" w:value="Stadt Fürth"/>
                  <w:listItem w:displayText="Landkreis Fürth" w:value="Landkreis Fürth"/>
                  <w:listItem w:displayText="Landkreis Neustadt a.d.A.-Bad WIndsheim" w:value="Landkreis Neustadt a.d.A.-Bad WIndsheim"/>
                  <w:listItem w:displayText="Stadt Nürnberg" w:value="Stadt Nürnberg"/>
                  <w:listItem w:displayText="Landkreis Nürnberger Land" w:value="Landkreis Nürnberger Land"/>
                  <w:listItem w:displayText="Landkreis Roth" w:value="Landkreis Roth"/>
                  <w:listItem w:displayText="Stadt Schwabach" w:value="Stadt Schwabach"/>
                  <w:listItem w:displayText="Landkreis Weißenburg-Gunzenhausen" w:value="Landkreis Weißenburg-Gunzenhausen"/>
                </w:dropDownList>
              </w:sdtPr>
              <w:sdtEndPr/>
              <w:sdtContent>
                <w:r>
                  <w:rPr>
                    <w:rStyle w:val="Platzhaltertext"/>
                    <w:sz w:val="20"/>
                  </w:rPr>
                  <w:t>bitte auswählen</w:t>
                </w:r>
              </w:sdtContent>
            </w:sdt>
          </w:p>
        </w:tc>
      </w:tr>
      <w:tr w:rsidR="003B75F1" w:rsidTr="003B75F1">
        <w:trPr>
          <w:cantSplit/>
          <w:trHeight w:val="454"/>
        </w:trPr>
        <w:tc>
          <w:tcPr>
            <w:tcW w:w="2777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B75F1" w:rsidRPr="00966E55" w:rsidRDefault="003B75F1" w:rsidP="003B75F1">
            <w:pPr>
              <w:rPr>
                <w:sz w:val="20"/>
              </w:rPr>
            </w:pPr>
            <w:r w:rsidRPr="00966E55">
              <w:rPr>
                <w:sz w:val="16"/>
                <w:szCs w:val="18"/>
              </w:rPr>
              <w:t>Schulnummer:</w:t>
            </w:r>
          </w:p>
          <w:p w:rsidR="003B75F1" w:rsidRPr="00966E55" w:rsidRDefault="00D144CF" w:rsidP="003B75F1">
            <w:pPr>
              <w:jc w:val="both"/>
              <w:rPr>
                <w:sz w:val="16"/>
                <w:szCs w:val="18"/>
              </w:rPr>
            </w:pPr>
            <w:sdt>
              <w:sdtPr>
                <w:rPr>
                  <w:sz w:val="20"/>
                </w:rPr>
                <w:alias w:val="Schulnummer"/>
                <w:tag w:val="Schulnummer"/>
                <w:id w:val="2145158086"/>
                <w:lock w:val="sdtLocked"/>
                <w:placeholder>
                  <w:docPart w:val="A2AD109550BF4025A8005BD926CBA116"/>
                </w:placeholder>
                <w:showingPlcHdr/>
                <w:text/>
              </w:sdtPr>
              <w:sdtEndPr/>
              <w:sdtContent>
                <w:r w:rsidR="003B75F1" w:rsidRPr="00966E55">
                  <w:rPr>
                    <w:rStyle w:val="Platzhaltertext"/>
                    <w:sz w:val="20"/>
                  </w:rPr>
                  <w:t>Schulnummer</w:t>
                </w:r>
              </w:sdtContent>
            </w:sdt>
          </w:p>
        </w:tc>
        <w:tc>
          <w:tcPr>
            <w:tcW w:w="7218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75F1" w:rsidRPr="00966E55" w:rsidRDefault="003B75F1" w:rsidP="003B75F1">
            <w:pPr>
              <w:rPr>
                <w:sz w:val="16"/>
                <w:szCs w:val="18"/>
              </w:rPr>
            </w:pPr>
            <w:r w:rsidRPr="00966E55">
              <w:rPr>
                <w:sz w:val="16"/>
                <w:szCs w:val="18"/>
              </w:rPr>
              <w:t>Schulname:</w:t>
            </w:r>
            <w:r w:rsidRPr="00966E55">
              <w:rPr>
                <w:sz w:val="20"/>
              </w:rPr>
              <w:br/>
            </w:r>
            <w:sdt>
              <w:sdtPr>
                <w:rPr>
                  <w:sz w:val="20"/>
                </w:rPr>
                <w:alias w:val="Schulname"/>
                <w:tag w:val="Schulname"/>
                <w:id w:val="-1369363266"/>
                <w:lock w:val="sdtLocked"/>
                <w:placeholder>
                  <w:docPart w:val="FAE264A1956B421AAC5DFBC53607921F"/>
                </w:placeholder>
                <w:showingPlcHdr/>
                <w:text/>
              </w:sdtPr>
              <w:sdtEndPr/>
              <w:sdtContent>
                <w:r w:rsidRPr="00966E55">
                  <w:rPr>
                    <w:rStyle w:val="Platzhaltertext"/>
                    <w:sz w:val="20"/>
                  </w:rPr>
                  <w:t>Schulname</w:t>
                </w:r>
              </w:sdtContent>
            </w:sdt>
          </w:p>
        </w:tc>
      </w:tr>
      <w:tr w:rsidR="002466B7" w:rsidTr="003B75F1">
        <w:trPr>
          <w:cantSplit/>
          <w:trHeight w:val="156"/>
        </w:trPr>
        <w:tc>
          <w:tcPr>
            <w:tcW w:w="999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66B7" w:rsidRPr="00AF620D" w:rsidRDefault="002466B7" w:rsidP="003B75F1">
            <w:pPr>
              <w:rPr>
                <w:sz w:val="4"/>
                <w:szCs w:val="18"/>
              </w:rPr>
            </w:pPr>
          </w:p>
        </w:tc>
      </w:tr>
      <w:tr w:rsidR="002466B7" w:rsidTr="003B75F1">
        <w:trPr>
          <w:cantSplit/>
          <w:trHeight w:val="380"/>
        </w:trPr>
        <w:tc>
          <w:tcPr>
            <w:tcW w:w="9995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2466B7" w:rsidRPr="0098732A" w:rsidRDefault="002466B7" w:rsidP="003B75F1">
            <w:pPr>
              <w:ind w:firstLine="142"/>
              <w:rPr>
                <w:sz w:val="20"/>
                <w:szCs w:val="18"/>
              </w:rPr>
            </w:pPr>
            <w:r w:rsidRPr="00CE71BB">
              <w:rPr>
                <w:sz w:val="20"/>
                <w:szCs w:val="18"/>
              </w:rPr>
              <w:t xml:space="preserve">Für oben genannte </w:t>
            </w:r>
            <w:r>
              <w:rPr>
                <w:sz w:val="20"/>
                <w:szCs w:val="18"/>
              </w:rPr>
              <w:t>Person</w:t>
            </w:r>
            <w:r w:rsidRPr="00CE71BB">
              <w:rPr>
                <w:sz w:val="20"/>
                <w:szCs w:val="18"/>
              </w:rPr>
              <w:t xml:space="preserve"> sind die Anforderungen gemäß § 20 Absatz 9 IfSG zum Masernschutz erfüllt:</w:t>
            </w:r>
          </w:p>
        </w:tc>
      </w:tr>
      <w:tr w:rsidR="003B75F1" w:rsidTr="003B75F1">
        <w:trPr>
          <w:cantSplit/>
          <w:trHeight w:val="488"/>
        </w:trPr>
        <w:sdt>
          <w:sdtPr>
            <w:rPr>
              <w:sz w:val="24"/>
              <w:szCs w:val="18"/>
            </w:rPr>
            <w:id w:val="-322662506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left w:val="single" w:sz="4" w:space="0" w:color="auto"/>
                </w:tcBorders>
                <w:shd w:val="clear" w:color="auto" w:fill="DEEAF6" w:themeFill="accent1" w:themeFillTint="33"/>
                <w:vAlign w:val="center"/>
              </w:tcPr>
              <w:p w:rsidR="003B75F1" w:rsidRDefault="003B75F1" w:rsidP="003B75F1">
                <w:pPr>
                  <w:jc w:val="center"/>
                  <w:rPr>
                    <w:sz w:val="16"/>
                    <w:szCs w:val="18"/>
                  </w:rPr>
                </w:pPr>
                <w:r w:rsidRPr="00CE71BB">
                  <w:rPr>
                    <w:rFonts w:ascii="MS Gothic" w:eastAsia="MS Gothic" w:hAnsi="MS Gothic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9569" w:type="dxa"/>
            <w:gridSpan w:val="5"/>
            <w:tcBorders>
              <w:left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B75F1" w:rsidRPr="00AF620D" w:rsidRDefault="003B75F1" w:rsidP="003B75F1">
            <w:pPr>
              <w:rPr>
                <w:sz w:val="18"/>
                <w:szCs w:val="18"/>
              </w:rPr>
            </w:pPr>
            <w:r w:rsidRPr="00AF620D">
              <w:rPr>
                <w:sz w:val="18"/>
                <w:szCs w:val="18"/>
              </w:rPr>
              <w:t>Nachweis über eine Masernimpfung für Kinder im Alter von 13 bis 24 Monaten.</w:t>
            </w:r>
          </w:p>
        </w:tc>
      </w:tr>
      <w:tr w:rsidR="003B75F1" w:rsidTr="003B75F1">
        <w:trPr>
          <w:cantSplit/>
          <w:trHeight w:val="488"/>
        </w:trPr>
        <w:sdt>
          <w:sdtPr>
            <w:rPr>
              <w:sz w:val="24"/>
              <w:szCs w:val="18"/>
            </w:rPr>
            <w:id w:val="2098122311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left w:val="single" w:sz="4" w:space="0" w:color="auto"/>
                </w:tcBorders>
                <w:shd w:val="clear" w:color="auto" w:fill="DEEAF6" w:themeFill="accent1" w:themeFillTint="33"/>
                <w:vAlign w:val="center"/>
              </w:tcPr>
              <w:p w:rsidR="003B75F1" w:rsidRDefault="003B75F1" w:rsidP="003B75F1">
                <w:pPr>
                  <w:jc w:val="center"/>
                  <w:rPr>
                    <w:sz w:val="16"/>
                    <w:szCs w:val="18"/>
                  </w:rPr>
                </w:pPr>
                <w:r w:rsidRPr="00CE71BB">
                  <w:rPr>
                    <w:rFonts w:ascii="MS Gothic" w:eastAsia="MS Gothic" w:hAnsi="MS Gothic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9569" w:type="dxa"/>
            <w:gridSpan w:val="5"/>
            <w:tcBorders>
              <w:left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B75F1" w:rsidRPr="00AF620D" w:rsidRDefault="003B75F1" w:rsidP="003B75F1">
            <w:pPr>
              <w:rPr>
                <w:sz w:val="18"/>
                <w:szCs w:val="18"/>
              </w:rPr>
            </w:pPr>
            <w:r w:rsidRPr="00AF620D">
              <w:rPr>
                <w:sz w:val="18"/>
                <w:szCs w:val="18"/>
              </w:rPr>
              <w:t>Nachweis über zwei Masernimpfung</w:t>
            </w:r>
            <w:r w:rsidR="00D144CF">
              <w:rPr>
                <w:sz w:val="18"/>
                <w:szCs w:val="18"/>
              </w:rPr>
              <w:t>en</w:t>
            </w:r>
            <w:r w:rsidRPr="00AF620D">
              <w:rPr>
                <w:sz w:val="18"/>
                <w:szCs w:val="18"/>
              </w:rPr>
              <w:t xml:space="preserve"> für Personen älter als 24 Monate.</w:t>
            </w:r>
          </w:p>
        </w:tc>
      </w:tr>
      <w:tr w:rsidR="003B75F1" w:rsidTr="003B75F1">
        <w:trPr>
          <w:cantSplit/>
          <w:trHeight w:val="488"/>
        </w:trPr>
        <w:sdt>
          <w:sdtPr>
            <w:rPr>
              <w:sz w:val="24"/>
              <w:szCs w:val="18"/>
            </w:rPr>
            <w:id w:val="-687365637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left w:val="single" w:sz="4" w:space="0" w:color="auto"/>
                </w:tcBorders>
                <w:shd w:val="clear" w:color="auto" w:fill="DEEAF6" w:themeFill="accent1" w:themeFillTint="33"/>
                <w:vAlign w:val="center"/>
              </w:tcPr>
              <w:p w:rsidR="003B75F1" w:rsidRDefault="003B75F1" w:rsidP="003B75F1">
                <w:pPr>
                  <w:jc w:val="center"/>
                  <w:rPr>
                    <w:sz w:val="16"/>
                    <w:szCs w:val="18"/>
                  </w:rPr>
                </w:pPr>
                <w:r w:rsidRPr="00CE71BB">
                  <w:rPr>
                    <w:rFonts w:ascii="MS Gothic" w:eastAsia="MS Gothic" w:hAnsi="MS Gothic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9569" w:type="dxa"/>
            <w:gridSpan w:val="5"/>
            <w:tcBorders>
              <w:left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B75F1" w:rsidRPr="00AF620D" w:rsidRDefault="003B75F1" w:rsidP="003B75F1">
            <w:pPr>
              <w:rPr>
                <w:sz w:val="18"/>
                <w:szCs w:val="18"/>
              </w:rPr>
            </w:pPr>
            <w:r w:rsidRPr="00AF620D">
              <w:rPr>
                <w:sz w:val="18"/>
                <w:szCs w:val="18"/>
              </w:rPr>
              <w:t>Ärztliche Bescheinigung, dass eine Immunität gegen Masern besteht (kein Impfnachweis erforderlich).</w:t>
            </w:r>
          </w:p>
        </w:tc>
      </w:tr>
      <w:tr w:rsidR="003B75F1" w:rsidTr="003B75F1">
        <w:trPr>
          <w:cantSplit/>
          <w:trHeight w:val="488"/>
        </w:trPr>
        <w:sdt>
          <w:sdtPr>
            <w:rPr>
              <w:sz w:val="24"/>
              <w:szCs w:val="18"/>
            </w:rPr>
            <w:id w:val="396096686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left w:val="single" w:sz="4" w:space="0" w:color="auto"/>
                </w:tcBorders>
                <w:shd w:val="clear" w:color="auto" w:fill="DEEAF6" w:themeFill="accent1" w:themeFillTint="33"/>
                <w:vAlign w:val="center"/>
              </w:tcPr>
              <w:p w:rsidR="003B75F1" w:rsidRDefault="00D144CF" w:rsidP="003B75F1">
                <w:pPr>
                  <w:jc w:val="center"/>
                  <w:rPr>
                    <w:sz w:val="16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9569" w:type="dxa"/>
            <w:gridSpan w:val="5"/>
            <w:tcBorders>
              <w:left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B75F1" w:rsidRPr="00AF620D" w:rsidRDefault="003B75F1" w:rsidP="003B75F1">
            <w:pPr>
              <w:rPr>
                <w:sz w:val="18"/>
                <w:szCs w:val="18"/>
              </w:rPr>
            </w:pPr>
            <w:r w:rsidRPr="00AF620D">
              <w:rPr>
                <w:sz w:val="18"/>
                <w:szCs w:val="18"/>
              </w:rPr>
              <w:t>Ärztliche Bescheinigung über eine dauerhafte medizinische Kontraindikation, aufgrund derer eine Masernschutzimpfung nicht gegeben werden darf.</w:t>
            </w:r>
          </w:p>
        </w:tc>
      </w:tr>
      <w:tr w:rsidR="003B75F1" w:rsidTr="003B75F1">
        <w:trPr>
          <w:cantSplit/>
          <w:trHeight w:val="488"/>
        </w:trPr>
        <w:sdt>
          <w:sdtPr>
            <w:rPr>
              <w:sz w:val="24"/>
              <w:szCs w:val="18"/>
            </w:rPr>
            <w:id w:val="1258953297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left w:val="single" w:sz="4" w:space="0" w:color="auto"/>
                  <w:bottom w:val="single" w:sz="4" w:space="0" w:color="auto"/>
                </w:tcBorders>
                <w:shd w:val="clear" w:color="auto" w:fill="DEEAF6" w:themeFill="accent1" w:themeFillTint="33"/>
                <w:vAlign w:val="center"/>
              </w:tcPr>
              <w:p w:rsidR="003B75F1" w:rsidRDefault="003B75F1" w:rsidP="003B75F1">
                <w:pPr>
                  <w:jc w:val="center"/>
                  <w:rPr>
                    <w:sz w:val="16"/>
                    <w:szCs w:val="18"/>
                  </w:rPr>
                </w:pPr>
                <w:r w:rsidRPr="00CE71BB">
                  <w:rPr>
                    <w:rFonts w:ascii="MS Gothic" w:eastAsia="MS Gothic" w:hAnsi="MS Gothic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9569" w:type="dxa"/>
            <w:gridSpan w:val="5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B75F1" w:rsidRPr="00AF620D" w:rsidRDefault="003B75F1" w:rsidP="003B75F1">
            <w:pPr>
              <w:rPr>
                <w:sz w:val="18"/>
                <w:szCs w:val="18"/>
              </w:rPr>
            </w:pPr>
            <w:r w:rsidRPr="00AF620D">
              <w:rPr>
                <w:sz w:val="18"/>
                <w:szCs w:val="18"/>
              </w:rPr>
              <w:t>Bescheinigung einer Behörde oder einer anderen Einrichtung, dass für die Person die Anforderungen gemäß § 20 Absatz 9 IfSG zum Masernschutz erfüllt sind.</w:t>
            </w:r>
          </w:p>
        </w:tc>
      </w:tr>
      <w:tr w:rsidR="003B75F1" w:rsidTr="003B75F1">
        <w:trPr>
          <w:cantSplit/>
          <w:trHeight w:val="156"/>
        </w:trPr>
        <w:tc>
          <w:tcPr>
            <w:tcW w:w="9995" w:type="dxa"/>
            <w:gridSpan w:val="6"/>
            <w:tcBorders>
              <w:top w:val="single" w:sz="4" w:space="0" w:color="auto"/>
              <w:bottom w:val="nil"/>
            </w:tcBorders>
            <w:vAlign w:val="center"/>
          </w:tcPr>
          <w:p w:rsidR="003B75F1" w:rsidRPr="00AF620D" w:rsidRDefault="003B75F1" w:rsidP="003B75F1">
            <w:pPr>
              <w:rPr>
                <w:sz w:val="4"/>
                <w:szCs w:val="18"/>
              </w:rPr>
            </w:pPr>
          </w:p>
        </w:tc>
      </w:tr>
    </w:tbl>
    <w:tbl>
      <w:tblPr>
        <w:tblpPr w:leftFromText="142" w:rightFromText="142" w:horzAnchor="margin" w:tblpY="-850"/>
        <w:tblOverlap w:val="never"/>
        <w:tblW w:w="999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9569"/>
      </w:tblGrid>
      <w:tr w:rsidR="0098732A" w:rsidRPr="0098732A" w:rsidTr="003B75F1">
        <w:trPr>
          <w:cantSplit/>
          <w:trHeight w:val="378"/>
        </w:trPr>
        <w:tc>
          <w:tcPr>
            <w:tcW w:w="99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98732A" w:rsidRPr="0098732A" w:rsidRDefault="0098732A" w:rsidP="002466B7">
            <w:pPr>
              <w:ind w:firstLine="142"/>
              <w:rPr>
                <w:sz w:val="20"/>
                <w:szCs w:val="18"/>
              </w:rPr>
            </w:pPr>
            <w:r w:rsidRPr="00CE71BB">
              <w:rPr>
                <w:sz w:val="20"/>
                <w:szCs w:val="18"/>
              </w:rPr>
              <w:t xml:space="preserve">Für oben genannte </w:t>
            </w:r>
            <w:r>
              <w:rPr>
                <w:sz w:val="20"/>
                <w:szCs w:val="18"/>
              </w:rPr>
              <w:t>Person</w:t>
            </w:r>
            <w:r w:rsidRPr="00CE71BB">
              <w:rPr>
                <w:sz w:val="20"/>
                <w:szCs w:val="18"/>
              </w:rPr>
              <w:t xml:space="preserve"> </w:t>
            </w:r>
            <w:r>
              <w:rPr>
                <w:sz w:val="20"/>
                <w:szCs w:val="18"/>
              </w:rPr>
              <w:t>konnte</w:t>
            </w:r>
            <w:r w:rsidRPr="00CE71BB">
              <w:rPr>
                <w:sz w:val="20"/>
                <w:szCs w:val="18"/>
              </w:rPr>
              <w:t xml:space="preserve"> § 20 Absatz 9 IfSG </w:t>
            </w:r>
            <w:r w:rsidRPr="006316E3">
              <w:rPr>
                <w:sz w:val="20"/>
                <w:szCs w:val="18"/>
                <w:u w:val="single"/>
              </w:rPr>
              <w:t>nicht</w:t>
            </w:r>
            <w:r>
              <w:rPr>
                <w:sz w:val="20"/>
                <w:szCs w:val="18"/>
              </w:rPr>
              <w:t xml:space="preserve"> als</w:t>
            </w:r>
            <w:r w:rsidRPr="00CE71BB">
              <w:rPr>
                <w:sz w:val="20"/>
                <w:szCs w:val="18"/>
              </w:rPr>
              <w:t xml:space="preserve"> erfüllt</w:t>
            </w:r>
            <w:r>
              <w:rPr>
                <w:sz w:val="20"/>
                <w:szCs w:val="18"/>
              </w:rPr>
              <w:t xml:space="preserve"> bewertet werden</w:t>
            </w:r>
            <w:r w:rsidRPr="00CE71BB">
              <w:rPr>
                <w:sz w:val="20"/>
                <w:szCs w:val="18"/>
              </w:rPr>
              <w:t>:</w:t>
            </w:r>
          </w:p>
        </w:tc>
      </w:tr>
      <w:tr w:rsidR="0098732A" w:rsidTr="003B75F1">
        <w:trPr>
          <w:cantSplit/>
          <w:trHeight w:val="488"/>
        </w:trPr>
        <w:sdt>
          <w:sdtPr>
            <w:rPr>
              <w:sz w:val="24"/>
              <w:szCs w:val="18"/>
            </w:rPr>
            <w:id w:val="1445575489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left w:val="single" w:sz="4" w:space="0" w:color="auto"/>
                </w:tcBorders>
                <w:shd w:val="clear" w:color="auto" w:fill="FBE4D5" w:themeFill="accent2" w:themeFillTint="33"/>
                <w:vAlign w:val="center"/>
              </w:tcPr>
              <w:p w:rsidR="0098732A" w:rsidRDefault="003B75F1" w:rsidP="004D4EDA">
                <w:pPr>
                  <w:jc w:val="center"/>
                  <w:rPr>
                    <w:sz w:val="16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9569" w:type="dxa"/>
            <w:tcBorders>
              <w:left w:val="nil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98732A" w:rsidRPr="00AF620D" w:rsidRDefault="0098732A" w:rsidP="004D4EDA">
            <w:pPr>
              <w:rPr>
                <w:sz w:val="18"/>
                <w:szCs w:val="18"/>
              </w:rPr>
            </w:pPr>
            <w:r w:rsidRPr="00AF620D">
              <w:rPr>
                <w:sz w:val="18"/>
                <w:szCs w:val="18"/>
              </w:rPr>
              <w:t>Es konnte keiner der oben aufgeführten Nachweise/Bescheinigungen vorgelegt werden.</w:t>
            </w:r>
          </w:p>
        </w:tc>
      </w:tr>
      <w:tr w:rsidR="0098732A" w:rsidTr="003B75F1">
        <w:trPr>
          <w:cantSplit/>
          <w:trHeight w:val="488"/>
        </w:trPr>
        <w:sdt>
          <w:sdtPr>
            <w:rPr>
              <w:sz w:val="24"/>
              <w:szCs w:val="18"/>
            </w:rPr>
            <w:id w:val="375282297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left w:val="single" w:sz="4" w:space="0" w:color="auto"/>
                </w:tcBorders>
                <w:shd w:val="clear" w:color="auto" w:fill="FBE4D5" w:themeFill="accent2" w:themeFillTint="33"/>
                <w:vAlign w:val="center"/>
              </w:tcPr>
              <w:p w:rsidR="0098732A" w:rsidRDefault="0098732A" w:rsidP="004D4EDA">
                <w:pPr>
                  <w:jc w:val="center"/>
                  <w:rPr>
                    <w:sz w:val="16"/>
                    <w:szCs w:val="18"/>
                  </w:rPr>
                </w:pPr>
                <w:r w:rsidRPr="00CE71BB">
                  <w:rPr>
                    <w:rFonts w:ascii="MS Gothic" w:eastAsia="MS Gothic" w:hAnsi="MS Gothic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9569" w:type="dxa"/>
            <w:tcBorders>
              <w:left w:val="nil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98732A" w:rsidRPr="00AF620D" w:rsidRDefault="0098732A" w:rsidP="004D4EDA">
            <w:pPr>
              <w:rPr>
                <w:sz w:val="18"/>
                <w:szCs w:val="18"/>
              </w:rPr>
            </w:pPr>
            <w:r w:rsidRPr="00AF620D">
              <w:rPr>
                <w:sz w:val="18"/>
                <w:szCs w:val="18"/>
              </w:rPr>
              <w:t>Die vorgelegten Nachweise/Bescheinigungen waren nicht eindeutig.</w:t>
            </w:r>
          </w:p>
        </w:tc>
      </w:tr>
      <w:tr w:rsidR="0098732A" w:rsidTr="003B75F1">
        <w:trPr>
          <w:cantSplit/>
          <w:trHeight w:val="488"/>
        </w:trPr>
        <w:sdt>
          <w:sdtPr>
            <w:rPr>
              <w:sz w:val="24"/>
              <w:szCs w:val="18"/>
            </w:rPr>
            <w:id w:val="432484106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left w:val="single" w:sz="4" w:space="0" w:color="auto"/>
                </w:tcBorders>
                <w:shd w:val="clear" w:color="auto" w:fill="FBE4D5" w:themeFill="accent2" w:themeFillTint="33"/>
                <w:vAlign w:val="center"/>
              </w:tcPr>
              <w:p w:rsidR="0098732A" w:rsidRDefault="00AF620D" w:rsidP="004D4EDA">
                <w:pPr>
                  <w:jc w:val="center"/>
                  <w:rPr>
                    <w:sz w:val="16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9569" w:type="dxa"/>
            <w:tcBorders>
              <w:left w:val="nil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98732A" w:rsidRPr="00AF620D" w:rsidRDefault="0098732A" w:rsidP="004D4EDA">
            <w:pPr>
              <w:rPr>
                <w:sz w:val="18"/>
                <w:szCs w:val="18"/>
              </w:rPr>
            </w:pPr>
            <w:r w:rsidRPr="00AF620D">
              <w:rPr>
                <w:sz w:val="18"/>
                <w:szCs w:val="18"/>
              </w:rPr>
              <w:t>Der Impfschutz gegen Masern ist derzeit nicht ausreichend.</w:t>
            </w:r>
          </w:p>
        </w:tc>
      </w:tr>
      <w:tr w:rsidR="0098732A" w:rsidTr="003B75F1">
        <w:trPr>
          <w:cantSplit/>
          <w:trHeight w:val="488"/>
        </w:trPr>
        <w:sdt>
          <w:sdtPr>
            <w:rPr>
              <w:sz w:val="24"/>
              <w:szCs w:val="18"/>
            </w:rPr>
            <w:id w:val="-749119743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left w:val="single" w:sz="4" w:space="0" w:color="auto"/>
                </w:tcBorders>
                <w:shd w:val="clear" w:color="auto" w:fill="FBE4D5" w:themeFill="accent2" w:themeFillTint="33"/>
                <w:vAlign w:val="center"/>
              </w:tcPr>
              <w:p w:rsidR="0098732A" w:rsidRDefault="00AF620D" w:rsidP="004D4EDA">
                <w:pPr>
                  <w:jc w:val="center"/>
                  <w:rPr>
                    <w:sz w:val="16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9569" w:type="dxa"/>
            <w:tcBorders>
              <w:left w:val="nil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98732A" w:rsidRPr="00AF620D" w:rsidRDefault="0098732A" w:rsidP="004D4EDA">
            <w:pPr>
              <w:rPr>
                <w:sz w:val="18"/>
                <w:szCs w:val="18"/>
              </w:rPr>
            </w:pPr>
            <w:r w:rsidRPr="00AF620D">
              <w:rPr>
                <w:sz w:val="18"/>
                <w:szCs w:val="18"/>
              </w:rPr>
              <w:t>Ein Impfschutz gegen Masern ist erst zu einem späteren Zeitpunkt möglich.</w:t>
            </w:r>
          </w:p>
        </w:tc>
      </w:tr>
      <w:tr w:rsidR="0098732A" w:rsidTr="003B75F1">
        <w:trPr>
          <w:cantSplit/>
          <w:trHeight w:val="488"/>
        </w:trPr>
        <w:sdt>
          <w:sdtPr>
            <w:rPr>
              <w:sz w:val="24"/>
              <w:szCs w:val="18"/>
            </w:rPr>
            <w:id w:val="401336617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left w:val="single" w:sz="4" w:space="0" w:color="auto"/>
                  <w:bottom w:val="single" w:sz="4" w:space="0" w:color="auto"/>
                </w:tcBorders>
                <w:shd w:val="clear" w:color="auto" w:fill="FBE4D5" w:themeFill="accent2" w:themeFillTint="33"/>
                <w:vAlign w:val="center"/>
              </w:tcPr>
              <w:p w:rsidR="0098732A" w:rsidRDefault="00AF620D" w:rsidP="004D4EDA">
                <w:pPr>
                  <w:jc w:val="center"/>
                  <w:rPr>
                    <w:sz w:val="16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95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98732A" w:rsidRPr="00AF620D" w:rsidRDefault="0098732A" w:rsidP="00AF620D">
            <w:pPr>
              <w:rPr>
                <w:sz w:val="18"/>
                <w:szCs w:val="18"/>
              </w:rPr>
            </w:pPr>
            <w:r w:rsidRPr="00AF620D">
              <w:rPr>
                <w:sz w:val="18"/>
                <w:szCs w:val="18"/>
              </w:rPr>
              <w:t>Eine Meldung an das zuständige Gesundheitsamt erfolgte am</w:t>
            </w:r>
            <w:r w:rsidR="00AF620D" w:rsidRPr="00AF620D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alias w:val="Datum"/>
                <w:tag w:val="Datum"/>
                <w:id w:val="1640764782"/>
                <w:lock w:val="sdtLocked"/>
                <w:placeholder>
                  <w:docPart w:val="7D0DB13C559848EC80721380CCAA8C71"/>
                </w:placeholder>
                <w:date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AF620D" w:rsidRPr="00AF620D">
                  <w:rPr>
                    <w:color w:val="808080"/>
                    <w:sz w:val="18"/>
                    <w:szCs w:val="18"/>
                  </w:rPr>
                  <w:t>Datum</w:t>
                </w:r>
              </w:sdtContent>
            </w:sdt>
            <w:r w:rsidR="00AF620D" w:rsidRPr="00AF620D">
              <w:rPr>
                <w:sz w:val="18"/>
                <w:szCs w:val="18"/>
              </w:rPr>
              <w:t>.</w:t>
            </w:r>
          </w:p>
        </w:tc>
      </w:tr>
    </w:tbl>
    <w:p w:rsidR="006316E3" w:rsidRDefault="006316E3" w:rsidP="003B75F1"/>
    <w:p w:rsidR="006316E3" w:rsidRDefault="006316E3" w:rsidP="006316E3">
      <w:pPr>
        <w:rPr>
          <w:color w:val="AEAAAA" w:themeColor="background2" w:themeShade="BF"/>
          <w:sz w:val="16"/>
        </w:rPr>
      </w:pPr>
      <w:r>
        <w:rPr>
          <w:color w:val="AEAAAA" w:themeColor="background2" w:themeShade="BF"/>
          <w:sz w:val="16"/>
        </w:rPr>
        <w:t xml:space="preserve">              </w:t>
      </w:r>
    </w:p>
    <w:p w:rsidR="00332717" w:rsidRPr="006316E3" w:rsidRDefault="006316E3" w:rsidP="006316E3">
      <w:pPr>
        <w:rPr>
          <w:color w:val="AEAAAA" w:themeColor="background2" w:themeShade="BF"/>
          <w:sz w:val="16"/>
        </w:rPr>
      </w:pPr>
      <w:r>
        <w:rPr>
          <w:color w:val="AEAAAA" w:themeColor="background2" w:themeShade="BF"/>
          <w:sz w:val="16"/>
        </w:rPr>
        <w:t xml:space="preserve">              </w:t>
      </w:r>
      <w:r w:rsidRPr="006316E3">
        <w:rPr>
          <w:color w:val="AEAAAA" w:themeColor="background2" w:themeShade="BF"/>
          <w:sz w:val="16"/>
        </w:rPr>
        <w:t xml:space="preserve">Stempel der </w:t>
      </w:r>
      <w:r w:rsidR="00EA0E7A">
        <w:rPr>
          <w:color w:val="AEAAAA" w:themeColor="background2" w:themeShade="BF"/>
          <w:sz w:val="16"/>
        </w:rPr>
        <w:t>Schule/Behörde</w:t>
      </w:r>
    </w:p>
    <w:p w:rsidR="006316E3" w:rsidRDefault="006316E3" w:rsidP="006316E3">
      <w:pPr>
        <w:jc w:val="center"/>
      </w:pPr>
    </w:p>
    <w:p w:rsidR="00626640" w:rsidRPr="00626640" w:rsidRDefault="00626640" w:rsidP="001034DE">
      <w:pPr>
        <w:tabs>
          <w:tab w:val="right" w:pos="5812"/>
        </w:tabs>
        <w:rPr>
          <w:sz w:val="20"/>
        </w:rPr>
      </w:pPr>
      <w:r>
        <w:rPr>
          <w:noProof/>
          <w:sz w:val="1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4178481</wp:posOffset>
                </wp:positionH>
                <wp:positionV relativeFrom="paragraph">
                  <wp:posOffset>133308</wp:posOffset>
                </wp:positionV>
                <wp:extent cx="2144975" cy="0"/>
                <wp:effectExtent l="0" t="0" r="27305" b="19050"/>
                <wp:wrapNone/>
                <wp:docPr id="2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449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083B44D" id="Gerader Verbinder 2" o:spid="_x0000_s1026" style="position:absolute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9pt,10.5pt" to="497.9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" strokecolor="black [3213]" strokeweight=".5pt">
                <v:stroke joinstyle="miter"/>
              </v:line>
            </w:pict>
          </mc:Fallback>
        </mc:AlternateContent>
      </w:r>
      <w:r>
        <w:rPr>
          <w:sz w:val="14"/>
        </w:rPr>
        <w:tab/>
      </w:r>
      <w:sdt>
        <w:sdtPr>
          <w:rPr>
            <w:color w:val="000000" w:themeColor="text1"/>
            <w:sz w:val="20"/>
          </w:rPr>
          <w:id w:val="2061745445"/>
          <w:lock w:val="sdtLocked"/>
          <w:placeholder>
            <w:docPart w:val="DefaultPlaceholder_-1854013440"/>
          </w:placeholder>
          <w:text/>
        </w:sdtPr>
        <w:sdtEndPr/>
        <w:sdtContent>
          <w:r w:rsidRPr="008E2CEE">
            <w:rPr>
              <w:color w:val="000000" w:themeColor="text1"/>
              <w:sz w:val="20"/>
            </w:rPr>
            <w:t>Ort</w:t>
          </w:r>
        </w:sdtContent>
      </w:sdt>
      <w:r w:rsidRPr="008E2CEE">
        <w:rPr>
          <w:color w:val="000000" w:themeColor="text1"/>
          <w:sz w:val="20"/>
        </w:rPr>
        <w:t xml:space="preserve">, </w:t>
      </w:r>
      <w:sdt>
        <w:sdtPr>
          <w:rPr>
            <w:color w:val="000000" w:themeColor="text1"/>
            <w:sz w:val="20"/>
          </w:rPr>
          <w:id w:val="-1144962252"/>
          <w:lock w:val="sdtLocked"/>
          <w:placeholder>
            <w:docPart w:val="BBEC9AE56AAA44ACA685A1B73BCE8D87"/>
          </w:placeholder>
          <w:date>
            <w:dateFormat w:val="dd.MM.yyyy"/>
            <w:lid w:val="de-DE"/>
            <w:storeMappedDataAs w:val="dateTime"/>
            <w:calendar w:val="gregorian"/>
          </w:date>
        </w:sdtPr>
        <w:sdtEndPr/>
        <w:sdtContent>
          <w:r w:rsidRPr="008E2CEE">
            <w:rPr>
              <w:color w:val="000000" w:themeColor="text1"/>
              <w:sz w:val="20"/>
            </w:rPr>
            <w:t>Datum</w:t>
          </w:r>
        </w:sdtContent>
      </w:sdt>
    </w:p>
    <w:p w:rsidR="006316E3" w:rsidRPr="006316E3" w:rsidRDefault="00626640" w:rsidP="00EA0E7A">
      <w:pPr>
        <w:tabs>
          <w:tab w:val="right" w:pos="6663"/>
          <w:tab w:val="right" w:pos="9498"/>
        </w:tabs>
        <w:rPr>
          <w:sz w:val="14"/>
        </w:rPr>
      </w:pPr>
      <w:r>
        <w:rPr>
          <w:sz w:val="14"/>
        </w:rPr>
        <w:tab/>
      </w:r>
      <w:r>
        <w:rPr>
          <w:sz w:val="14"/>
        </w:rPr>
        <w:tab/>
      </w:r>
      <w:r w:rsidR="006316E3">
        <w:rPr>
          <w:sz w:val="14"/>
        </w:rPr>
        <w:t>Unterschrift</w:t>
      </w:r>
      <w:r w:rsidR="00EA0E7A">
        <w:rPr>
          <w:sz w:val="14"/>
        </w:rPr>
        <w:t xml:space="preserve"> der Schul-/Behördenleitung</w:t>
      </w:r>
    </w:p>
    <w:sectPr w:rsidR="006316E3" w:rsidRPr="006316E3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 w:code="9"/>
      <w:pgMar w:top="-1418" w:right="851" w:bottom="680" w:left="1134" w:header="851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0E8" w:rsidRDefault="002310E8">
      <w:r>
        <w:separator/>
      </w:r>
    </w:p>
  </w:endnote>
  <w:endnote w:type="continuationSeparator" w:id="0">
    <w:p w:rsidR="002310E8" w:rsidRDefault="00231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4F0" w:rsidRPr="008854F0" w:rsidRDefault="008854F0" w:rsidP="008854F0">
    <w:pPr>
      <w:pStyle w:val="Fuzeile"/>
      <w:jc w:val="right"/>
      <w:rPr>
        <w:b/>
      </w:rPr>
    </w:pPr>
    <w:r>
      <w:rPr>
        <w:b/>
      </w:rPr>
      <w:fldChar w:fldCharType="begin"/>
    </w:r>
    <w:r>
      <w:rPr>
        <w:b/>
      </w:rPr>
      <w:instrText xml:space="preserve"> IF </w:instrTex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 w:rsidR="00EA0E7A">
      <w:rPr>
        <w:b/>
        <w:noProof/>
      </w:rPr>
      <w:instrText>2</w:instrText>
    </w:r>
    <w:r>
      <w:rPr>
        <w:b/>
      </w:rPr>
      <w:fldChar w:fldCharType="end"/>
    </w:r>
    <w:r>
      <w:rPr>
        <w:b/>
      </w:rPr>
      <w:instrText>&lt;</w:instrText>
    </w:r>
    <w:r>
      <w:rPr>
        <w:b/>
      </w:rPr>
      <w:fldChar w:fldCharType="begin"/>
    </w:r>
    <w:r>
      <w:rPr>
        <w:b/>
      </w:rPr>
      <w:instrText xml:space="preserve"> NUMPAGES </w:instrText>
    </w:r>
    <w:r>
      <w:rPr>
        <w:b/>
      </w:rPr>
      <w:fldChar w:fldCharType="separate"/>
    </w:r>
    <w:r w:rsidR="00EA0E7A">
      <w:rPr>
        <w:b/>
        <w:noProof/>
      </w:rPr>
      <w:instrText>2</w:instrText>
    </w:r>
    <w:r>
      <w:rPr>
        <w:b/>
      </w:rPr>
      <w:fldChar w:fldCharType="end"/>
    </w:r>
    <w:r>
      <w:rPr>
        <w:b/>
      </w:rPr>
      <w:instrText>…</w:instrText>
    </w:r>
    <w:r>
      <w:rPr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FA5" w:rsidRDefault="00FC0FA5">
    <w:pPr>
      <w:tabs>
        <w:tab w:val="left" w:pos="1276"/>
        <w:tab w:val="left" w:pos="2835"/>
        <w:tab w:val="left" w:pos="3969"/>
        <w:tab w:val="left" w:pos="6096"/>
        <w:tab w:val="left" w:pos="8222"/>
        <w:tab w:val="right" w:pos="8647"/>
      </w:tabs>
      <w:ind w:left="-567"/>
      <w:jc w:val="right"/>
      <w:rPr>
        <w:b/>
      </w:rPr>
    </w:pPr>
    <w:r>
      <w:rPr>
        <w:b/>
      </w:rPr>
      <w:fldChar w:fldCharType="begin"/>
    </w:r>
    <w:r>
      <w:rPr>
        <w:b/>
      </w:rPr>
      <w:instrText xml:space="preserve"> IF </w:instrTex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 w:rsidR="00D144CF">
      <w:rPr>
        <w:b/>
        <w:noProof/>
      </w:rPr>
      <w:instrText>1</w:instrText>
    </w:r>
    <w:r>
      <w:rPr>
        <w:b/>
      </w:rPr>
      <w:fldChar w:fldCharType="end"/>
    </w:r>
    <w:r>
      <w:rPr>
        <w:b/>
      </w:rPr>
      <w:instrText>&lt;</w:instrText>
    </w:r>
    <w:r>
      <w:rPr>
        <w:b/>
      </w:rPr>
      <w:fldChar w:fldCharType="begin"/>
    </w:r>
    <w:r>
      <w:rPr>
        <w:b/>
      </w:rPr>
      <w:instrText xml:space="preserve"> NUMPAGES </w:instrText>
    </w:r>
    <w:r>
      <w:rPr>
        <w:b/>
      </w:rPr>
      <w:fldChar w:fldCharType="separate"/>
    </w:r>
    <w:r w:rsidR="00D144CF">
      <w:rPr>
        <w:b/>
        <w:noProof/>
      </w:rPr>
      <w:instrText>1</w:instrText>
    </w:r>
    <w:r>
      <w:rPr>
        <w:b/>
      </w:rPr>
      <w:fldChar w:fldCharType="end"/>
    </w:r>
    <w:r>
      <w:rPr>
        <w:b/>
      </w:rPr>
      <w:instrText>...</w:instrText>
    </w:r>
    <w:r>
      <w:rPr>
        <w:b/>
      </w:rPr>
      <w:fldChar w:fldCharType="end"/>
    </w:r>
  </w:p>
  <w:p w:rsidR="00FC0FA5" w:rsidRDefault="00FC0FA5"/>
  <w:p w:rsidR="00FC0FA5" w:rsidRDefault="00FC0FA5">
    <w:pPr>
      <w:pStyle w:val="Fuzeile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0E8" w:rsidRDefault="002310E8">
      <w:r>
        <w:separator/>
      </w:r>
    </w:p>
  </w:footnote>
  <w:footnote w:type="continuationSeparator" w:id="0">
    <w:p w:rsidR="002310E8" w:rsidRDefault="002310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FA5" w:rsidRDefault="00FC0FA5">
    <w:pPr>
      <w:jc w:val="center"/>
    </w:pPr>
    <w:r>
      <w:rPr>
        <w:sz w:val="18"/>
      </w:rPr>
      <w:t xml:space="preserve">- </w:t>
    </w:r>
    <w:r>
      <w:rPr>
        <w:sz w:val="18"/>
      </w:rPr>
      <w:fldChar w:fldCharType="begin"/>
    </w:r>
    <w:r>
      <w:rPr>
        <w:sz w:val="18"/>
      </w:rPr>
      <w:instrText xml:space="preserve"> PAGE </w:instrText>
    </w:r>
    <w:r>
      <w:rPr>
        <w:sz w:val="18"/>
      </w:rPr>
      <w:fldChar w:fldCharType="separate"/>
    </w:r>
    <w:r w:rsidR="00EA0E7A">
      <w:rPr>
        <w:noProof/>
        <w:sz w:val="18"/>
      </w:rPr>
      <w:t>2</w:t>
    </w:r>
    <w:r>
      <w:rPr>
        <w:sz w:val="18"/>
      </w:rPr>
      <w:fldChar w:fldCharType="end"/>
    </w:r>
    <w:r>
      <w:rPr>
        <w:sz w:val="18"/>
      </w:rPr>
      <w:t xml:space="preserve"> 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FA5" w:rsidRDefault="00FC0FA5"/>
  <w:p w:rsidR="00FC0FA5" w:rsidRDefault="00FC0FA5"/>
  <w:p w:rsidR="00FC0FA5" w:rsidRDefault="00FC0FA5"/>
  <w:p w:rsidR="00FC0FA5" w:rsidRDefault="00FC0FA5"/>
  <w:p w:rsidR="00FC0FA5" w:rsidRDefault="00FC0FA5"/>
  <w:p w:rsidR="00FC0FA5" w:rsidRDefault="002310E8" w:rsidP="002310E8">
    <w:pPr>
      <w:tabs>
        <w:tab w:val="left" w:pos="1250"/>
      </w:tabs>
    </w:pPr>
    <w:r>
      <w:tab/>
    </w:r>
  </w:p>
  <w:p w:rsidR="00FC0FA5" w:rsidRDefault="00FC0FA5">
    <w:pPr>
      <w:widowControl w:val="0"/>
      <w:ind w:hanging="540"/>
    </w:pPr>
    <w:r>
      <w:rPr>
        <w:vanish/>
      </w:rPr>
      <w:t>I.</w:t>
    </w:r>
    <w:r>
      <w:tab/>
    </w:r>
  </w:p>
  <w:p w:rsidR="00FC0FA5" w:rsidRDefault="00FC0FA5">
    <w:pPr>
      <w:widowControl w:val="0"/>
    </w:pPr>
  </w:p>
  <w:p w:rsidR="00FC0FA5" w:rsidRDefault="00FC0FA5">
    <w:pPr>
      <w:widowControl w:val="0"/>
    </w:pPr>
  </w:p>
  <w:p w:rsidR="00FC0FA5" w:rsidRDefault="00FC0FA5">
    <w:pPr>
      <w:widowControl w:val="0"/>
    </w:pPr>
  </w:p>
  <w:p w:rsidR="00FC0FA5" w:rsidRDefault="00FC0FA5">
    <w:pPr>
      <w:widowControl w:val="0"/>
    </w:pPr>
  </w:p>
  <w:p w:rsidR="00FC0FA5" w:rsidRDefault="00FC0FA5">
    <w:pPr>
      <w:widowControl w:val="0"/>
    </w:pPr>
  </w:p>
  <w:p w:rsidR="00FC0FA5" w:rsidRDefault="00FC0FA5">
    <w:pPr>
      <w:widowControl w:val="0"/>
    </w:pPr>
  </w:p>
  <w:p w:rsidR="00FC0FA5" w:rsidRDefault="00FC0FA5">
    <w:pPr>
      <w:widowControl w:val="0"/>
    </w:pPr>
  </w:p>
  <w:p w:rsidR="00FC0FA5" w:rsidRDefault="00FC0FA5">
    <w:pPr>
      <w:widowControl w:val="0"/>
    </w:pPr>
  </w:p>
  <w:p w:rsidR="00FC0FA5" w:rsidRDefault="00AB736E">
    <w:pPr>
      <w:widowControl w:val="0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-565150</wp:posOffset>
              </wp:positionH>
              <wp:positionV relativeFrom="paragraph">
                <wp:posOffset>129540</wp:posOffset>
              </wp:positionV>
              <wp:extent cx="107950" cy="0"/>
              <wp:effectExtent l="0" t="0" r="0" b="0"/>
              <wp:wrapNone/>
              <wp:docPr id="1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EA9EA0" id="Line 20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4.5pt,10.2pt" to="-36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" o:allowincell="f"/>
          </w:pict>
        </mc:Fallback>
      </mc:AlternateContent>
    </w:r>
  </w:p>
  <w:p w:rsidR="00FC0FA5" w:rsidRDefault="00FC0FA5">
    <w:pPr>
      <w:rPr>
        <w:noProof/>
      </w:rPr>
    </w:pPr>
  </w:p>
  <w:p w:rsidR="00FC0FA5" w:rsidRDefault="00FC0FA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102B39"/>
    <w:multiLevelType w:val="multilevel"/>
    <w:tmpl w:val="D66C82B6"/>
    <w:lvl w:ilvl="0">
      <w:start w:val="1"/>
      <w:numFmt w:val="upperLetter"/>
      <w:pStyle w:val="GliederungA1a-"/>
      <w:lvlText w:val="%1)"/>
      <w:lvlJc w:val="left"/>
      <w:pPr>
        <w:tabs>
          <w:tab w:val="num" w:pos="454"/>
        </w:tabs>
        <w:ind w:left="454" w:hanging="454"/>
      </w:pPr>
    </w:lvl>
    <w:lvl w:ilvl="1">
      <w:start w:val="1"/>
      <w:numFmt w:val="decimal"/>
      <w:lvlText w:val="%2."/>
      <w:lvlJc w:val="left"/>
      <w:pPr>
        <w:tabs>
          <w:tab w:val="num" w:pos="814"/>
        </w:tabs>
        <w:ind w:left="794" w:hanging="340"/>
      </w:pPr>
    </w:lvl>
    <w:lvl w:ilvl="2">
      <w:start w:val="1"/>
      <w:numFmt w:val="lowerLetter"/>
      <w:lvlText w:val="%3)"/>
      <w:lvlJc w:val="left"/>
      <w:pPr>
        <w:tabs>
          <w:tab w:val="num" w:pos="1154"/>
        </w:tabs>
        <w:ind w:left="1134" w:hanging="340"/>
      </w:pPr>
    </w:lvl>
    <w:lvl w:ilvl="3">
      <w:start w:val="1"/>
      <w:numFmt w:val="none"/>
      <w:lvlText w:val="-"/>
      <w:lvlJc w:val="left"/>
      <w:pPr>
        <w:tabs>
          <w:tab w:val="num" w:pos="1494"/>
        </w:tabs>
        <w:ind w:left="1361" w:hanging="227"/>
      </w:pPr>
    </w:lvl>
    <w:lvl w:ilvl="4">
      <w:start w:val="1"/>
      <w:numFmt w:val="none"/>
      <w:lvlText w:val=""/>
      <w:lvlJc w:val="left"/>
      <w:pPr>
        <w:tabs>
          <w:tab w:val="num" w:pos="1381"/>
        </w:tabs>
        <w:ind w:left="1247" w:hanging="226"/>
      </w:pPr>
    </w:lvl>
    <w:lvl w:ilvl="5">
      <w:start w:val="1"/>
      <w:numFmt w:val="none"/>
      <w:lvlText w:val="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none"/>
      <w:lvlText w:val=""/>
      <w:lvlJc w:val="left"/>
      <w:pPr>
        <w:tabs>
          <w:tab w:val="num" w:pos="3744"/>
        </w:tabs>
        <w:ind w:left="3744" w:hanging="1224"/>
      </w:pPr>
    </w:lvl>
    <w:lvl w:ilvl="8">
      <w:start w:val="1"/>
      <w:numFmt w:val="none"/>
      <w:lvlText w:val="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469C0234"/>
    <w:multiLevelType w:val="multilevel"/>
    <w:tmpl w:val="25741682"/>
    <w:lvl w:ilvl="0">
      <w:start w:val="1"/>
      <w:numFmt w:val="decimal"/>
      <w:pStyle w:val="Gliederung111a-"/>
      <w:lvlText w:val="%1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</w:lvl>
    <w:lvl w:ilvl="3">
      <w:start w:val="1"/>
      <w:numFmt w:val="lowerLetter"/>
      <w:lvlText w:val="%4)"/>
      <w:lvlJc w:val="left"/>
      <w:pPr>
        <w:tabs>
          <w:tab w:val="num" w:pos="1040"/>
        </w:tabs>
        <w:ind w:left="1021" w:hanging="341"/>
      </w:pPr>
    </w:lvl>
    <w:lvl w:ilvl="4">
      <w:start w:val="1"/>
      <w:numFmt w:val="none"/>
      <w:lvlText w:val="-"/>
      <w:lvlJc w:val="left"/>
      <w:pPr>
        <w:tabs>
          <w:tab w:val="num" w:pos="1381"/>
        </w:tabs>
        <w:ind w:left="1247" w:hanging="226"/>
      </w:pPr>
    </w:lvl>
    <w:lvl w:ilvl="5">
      <w:start w:val="1"/>
      <w:numFmt w:val="none"/>
      <w:lvlText w:val="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none"/>
      <w:lvlText w:val=""/>
      <w:lvlJc w:val="left"/>
      <w:pPr>
        <w:tabs>
          <w:tab w:val="num" w:pos="3744"/>
        </w:tabs>
        <w:ind w:left="3744" w:hanging="1224"/>
      </w:pPr>
    </w:lvl>
    <w:lvl w:ilvl="8">
      <w:start w:val="1"/>
      <w:numFmt w:val="none"/>
      <w:lvlText w:val="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6E114FAC"/>
    <w:multiLevelType w:val="multilevel"/>
    <w:tmpl w:val="F32EC540"/>
    <w:lvl w:ilvl="0">
      <w:start w:val="1"/>
      <w:numFmt w:val="decimal"/>
      <w:pStyle w:val="Gliederung11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1.1.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5.1.1.1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%6.1.1.1.1.1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6">
      <w:start w:val="1"/>
      <w:numFmt w:val="decimal"/>
      <w:lvlText w:val="%7.1.1.1.1.1.1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7">
      <w:start w:val="1"/>
      <w:numFmt w:val="decimal"/>
      <w:lvlText w:val="%8.1.1.1.1.1.1.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8">
      <w:start w:val="1"/>
      <w:numFmt w:val="decimal"/>
      <w:lvlText w:val="%9.1.1.1.1.1.1.1.1"/>
      <w:lvlJc w:val="left"/>
      <w:pPr>
        <w:tabs>
          <w:tab w:val="num" w:pos="1701"/>
        </w:tabs>
        <w:ind w:left="1701" w:hanging="1701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embedSystemFonts/>
  <w:activeWritingStyle w:appName="MSWord" w:lang="de-DE" w:vendorID="9" w:dllVersion="512" w:checkStyle="1"/>
  <w:activeWritingStyle w:appName="MSWord" w:lang="it-IT" w:vendorID="3" w:dllVersion="517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567"/>
  <w:autoHyphenation/>
  <w:consecutiveHyphenLimit w:val="2"/>
  <w:hyphenationZone w:val="28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0E8"/>
    <w:rsid w:val="001034DE"/>
    <w:rsid w:val="001A5A22"/>
    <w:rsid w:val="00221D38"/>
    <w:rsid w:val="002310E8"/>
    <w:rsid w:val="002466B7"/>
    <w:rsid w:val="00332717"/>
    <w:rsid w:val="003B75F1"/>
    <w:rsid w:val="004F03C4"/>
    <w:rsid w:val="00554C59"/>
    <w:rsid w:val="005B4496"/>
    <w:rsid w:val="00626640"/>
    <w:rsid w:val="006316E3"/>
    <w:rsid w:val="00674752"/>
    <w:rsid w:val="00680FF6"/>
    <w:rsid w:val="006D1E95"/>
    <w:rsid w:val="00762BBC"/>
    <w:rsid w:val="007A1C49"/>
    <w:rsid w:val="008026EC"/>
    <w:rsid w:val="008854F0"/>
    <w:rsid w:val="008E2CEE"/>
    <w:rsid w:val="009254EC"/>
    <w:rsid w:val="00966E55"/>
    <w:rsid w:val="00983ABE"/>
    <w:rsid w:val="0098732A"/>
    <w:rsid w:val="009A18AC"/>
    <w:rsid w:val="00A54AB4"/>
    <w:rsid w:val="00AA7DAA"/>
    <w:rsid w:val="00AB2AED"/>
    <w:rsid w:val="00AB736E"/>
    <w:rsid w:val="00AC58F0"/>
    <w:rsid w:val="00AF138E"/>
    <w:rsid w:val="00AF620D"/>
    <w:rsid w:val="00B42FDF"/>
    <w:rsid w:val="00B671A8"/>
    <w:rsid w:val="00BA44EC"/>
    <w:rsid w:val="00BA59FA"/>
    <w:rsid w:val="00C41CD5"/>
    <w:rsid w:val="00CE71BB"/>
    <w:rsid w:val="00D144CF"/>
    <w:rsid w:val="00D160B1"/>
    <w:rsid w:val="00E91C23"/>
    <w:rsid w:val="00EA0E7A"/>
    <w:rsid w:val="00EB700F"/>
    <w:rsid w:val="00F96DF0"/>
    <w:rsid w:val="00FC0FA5"/>
    <w:rsid w:val="00FF4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52D45FC"/>
  <w15:chartTrackingRefBased/>
  <w15:docId w15:val="{A6E7BCC1-45A7-45DA-9A9A-46CE618B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3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noProof/>
      <w:sz w:val="32"/>
    </w:rPr>
  </w:style>
  <w:style w:type="paragraph" w:styleId="berschrift3">
    <w:name w:val="heading 3"/>
    <w:basedOn w:val="Standard"/>
    <w:next w:val="Standard"/>
    <w:qFormat/>
    <w:pPr>
      <w:keepNext/>
      <w:ind w:right="708"/>
      <w:outlineLvl w:val="2"/>
    </w:pPr>
    <w:rPr>
      <w:b/>
      <w:bCs/>
      <w:u w:val="singl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90"/>
        <w:tab w:val="left" w:pos="650"/>
      </w:tabs>
      <w:outlineLvl w:val="3"/>
    </w:pPr>
    <w:rPr>
      <w:b/>
      <w:bCs/>
      <w:sz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">
    <w:name w:val="Betreff"/>
    <w:basedOn w:val="Standard"/>
    <w:next w:val="Standard"/>
    <w:rPr>
      <w:b/>
    </w:rPr>
  </w:style>
  <w:style w:type="paragraph" w:styleId="Fuzeile">
    <w:name w:val="footer"/>
    <w:basedOn w:val="Standard"/>
    <w:next w:val="Standard"/>
    <w:pPr>
      <w:tabs>
        <w:tab w:val="center" w:pos="4536"/>
        <w:tab w:val="right" w:pos="9072"/>
      </w:tabs>
    </w:pPr>
  </w:style>
  <w:style w:type="paragraph" w:customStyle="1" w:styleId="Gliederung111a-">
    <w:name w:val="Gliederung 1.1.1a)-"/>
    <w:basedOn w:val="Standard"/>
    <w:pPr>
      <w:numPr>
        <w:numId w:val="3"/>
      </w:numPr>
      <w:ind w:right="213"/>
    </w:pPr>
  </w:style>
  <w:style w:type="paragraph" w:customStyle="1" w:styleId="GliederungA1a-">
    <w:name w:val="Gliederung A)1.a)-"/>
    <w:basedOn w:val="Gliederung111a-"/>
    <w:pPr>
      <w:numPr>
        <w:numId w:val="4"/>
      </w:numPr>
    </w:pPr>
  </w:style>
  <w:style w:type="paragraph" w:styleId="Kopfzeile">
    <w:name w:val="header"/>
    <w:basedOn w:val="Standard"/>
    <w:next w:val="Standard"/>
    <w:pPr>
      <w:tabs>
        <w:tab w:val="center" w:pos="4536"/>
        <w:tab w:val="right" w:pos="9072"/>
      </w:tabs>
    </w:pPr>
  </w:style>
  <w:style w:type="paragraph" w:customStyle="1" w:styleId="sachlVerf">
    <w:name w:val="sachl. Verf."/>
    <w:basedOn w:val="Standard"/>
    <w:pPr>
      <w:tabs>
        <w:tab w:val="left" w:pos="2552"/>
        <w:tab w:val="left" w:pos="2835"/>
        <w:tab w:val="left" w:pos="4678"/>
        <w:tab w:val="left" w:pos="5812"/>
        <w:tab w:val="left" w:pos="6096"/>
        <w:tab w:val="left" w:pos="7513"/>
        <w:tab w:val="left" w:pos="8647"/>
      </w:tabs>
      <w:ind w:hanging="426"/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framePr w:hSpace="142" w:wrap="around" w:hAnchor="margin" w:y="-850"/>
      <w:tabs>
        <w:tab w:val="center" w:pos="4071"/>
      </w:tabs>
      <w:jc w:val="center"/>
    </w:pPr>
    <w:rPr>
      <w:rFonts w:ascii="Arial Black" w:hAnsi="Arial Black"/>
    </w:rPr>
  </w:style>
  <w:style w:type="paragraph" w:customStyle="1" w:styleId="Gliederung111">
    <w:name w:val="Gliederung 1.1.1"/>
    <w:basedOn w:val="Standard"/>
    <w:rsid w:val="00762BBC"/>
    <w:pPr>
      <w:numPr>
        <w:numId w:val="5"/>
      </w:numPr>
      <w:tabs>
        <w:tab w:val="clear" w:pos="567"/>
        <w:tab w:val="num" w:pos="360"/>
      </w:tabs>
      <w:ind w:left="0" w:firstLine="0"/>
    </w:pPr>
  </w:style>
  <w:style w:type="character" w:styleId="Platzhaltertext">
    <w:name w:val="Placeholder Text"/>
    <w:basedOn w:val="Absatz-Standardschriftart"/>
    <w:uiPriority w:val="99"/>
    <w:semiHidden/>
    <w:rsid w:val="002310E8"/>
    <w:rPr>
      <w:color w:val="808080"/>
    </w:rPr>
  </w:style>
  <w:style w:type="paragraph" w:styleId="Sprechblasentext">
    <w:name w:val="Balloon Text"/>
    <w:basedOn w:val="Standard"/>
    <w:link w:val="SprechblasentextZchn"/>
    <w:rsid w:val="006316E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6316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Vorlagen_TG\Regierung\RMF-Kopfboge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C4ECF2DCB2E4B8C83832847AACD94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E6B97B-BA4A-4BE2-B8D0-EC566BD10243}"/>
      </w:docPartPr>
      <w:docPartBody>
        <w:p w:rsidR="00B60AC8" w:rsidRDefault="00534E13" w:rsidP="00534E13">
          <w:pPr>
            <w:pStyle w:val="1C4ECF2DCB2E4B8C83832847AACD943E39"/>
          </w:pPr>
          <w:r w:rsidRPr="00966E55">
            <w:rPr>
              <w:rStyle w:val="Platzhaltertext"/>
              <w:sz w:val="20"/>
            </w:rPr>
            <w:t>Vorname</w:t>
          </w:r>
        </w:p>
      </w:docPartBody>
    </w:docPart>
    <w:docPart>
      <w:docPartPr>
        <w:name w:val="25778E1035114A029F6D3442A2C30D7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016805-51E1-4156-AC73-662AE53624D3}"/>
      </w:docPartPr>
      <w:docPartBody>
        <w:p w:rsidR="00B60AC8" w:rsidRDefault="00534E13" w:rsidP="00534E13">
          <w:pPr>
            <w:pStyle w:val="25778E1035114A029F6D3442A2C30D7E39"/>
          </w:pPr>
          <w:r w:rsidRPr="00966E55">
            <w:rPr>
              <w:rStyle w:val="Platzhaltertext"/>
              <w:sz w:val="20"/>
            </w:rPr>
            <w:t>Viva</w:t>
          </w:r>
        </w:p>
      </w:docPartBody>
    </w:docPart>
    <w:docPart>
      <w:docPartPr>
        <w:name w:val="F5A71054C12541F8A90A25C611EACEF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2C80C6D-8B41-4E75-8BA7-8253D66E0BA0}"/>
      </w:docPartPr>
      <w:docPartBody>
        <w:p w:rsidR="00B60AC8" w:rsidRDefault="00534E13" w:rsidP="00534E13">
          <w:pPr>
            <w:pStyle w:val="F5A71054C12541F8A90A25C611EACEF838"/>
          </w:pPr>
          <w:r w:rsidRPr="00966E55">
            <w:rPr>
              <w:rStyle w:val="Platzhaltertext"/>
              <w:sz w:val="20"/>
            </w:rPr>
            <w:t>Nachname</w:t>
          </w:r>
        </w:p>
      </w:docPartBody>
    </w:docPart>
    <w:docPart>
      <w:docPartPr>
        <w:name w:val="3BCD9F6E845A4E818A263309CC94C0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1A212C5-D52C-4B4E-BA10-EA192E69D3A6}"/>
      </w:docPartPr>
      <w:docPartBody>
        <w:p w:rsidR="00B60AC8" w:rsidRDefault="00534E13" w:rsidP="00534E13">
          <w:pPr>
            <w:pStyle w:val="3BCD9F6E845A4E818A263309CC94C01836"/>
          </w:pPr>
          <w:r w:rsidRPr="00966E55">
            <w:rPr>
              <w:rStyle w:val="Platzhaltertext"/>
              <w:sz w:val="20"/>
            </w:rPr>
            <w:t>Geburtsdatum</w:t>
          </w:r>
        </w:p>
      </w:docPartBody>
    </w:docPart>
    <w:docPart>
      <w:docPartPr>
        <w:name w:val="FD2432A025E44CE799E922F0B5B4FC2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F4CDB-A088-4E2E-AD8B-BB440D3A8403}"/>
      </w:docPartPr>
      <w:docPartBody>
        <w:p w:rsidR="00B60AC8" w:rsidRDefault="00534E13" w:rsidP="00534E13">
          <w:pPr>
            <w:pStyle w:val="FD2432A025E44CE799E922F0B5B4FC2234"/>
          </w:pPr>
          <w:r w:rsidRPr="00966E55">
            <w:rPr>
              <w:rStyle w:val="Platzhaltertext"/>
              <w:sz w:val="20"/>
            </w:rPr>
            <w:t>Postleitzahl</w:t>
          </w:r>
        </w:p>
      </w:docPartBody>
    </w:docPart>
    <w:docPart>
      <w:docPartPr>
        <w:name w:val="BD396572D047430DB39AD1200AC7406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A66740-0B7B-4AF1-A3DD-6A7CCBDBD518}"/>
      </w:docPartPr>
      <w:docPartBody>
        <w:p w:rsidR="00B60AC8" w:rsidRDefault="00534E13" w:rsidP="00534E13">
          <w:pPr>
            <w:pStyle w:val="BD396572D047430DB39AD1200AC7406E34"/>
          </w:pPr>
          <w:r w:rsidRPr="00966E55">
            <w:rPr>
              <w:rStyle w:val="Platzhaltertext"/>
              <w:sz w:val="20"/>
            </w:rPr>
            <w:t>Ort</w:t>
          </w:r>
        </w:p>
      </w:docPartBody>
    </w:docPart>
    <w:docPart>
      <w:docPartPr>
        <w:name w:val="74B276B1D285450199931F3BC0E1D0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8DD71E-6ADA-42CC-B384-F7431FE1E258}"/>
      </w:docPartPr>
      <w:docPartBody>
        <w:p w:rsidR="00B60AC8" w:rsidRDefault="00534E13" w:rsidP="00534E13">
          <w:pPr>
            <w:pStyle w:val="74B276B1D285450199931F3BC0E1D04334"/>
          </w:pPr>
          <w:r w:rsidRPr="00966E55">
            <w:rPr>
              <w:rStyle w:val="Platzhaltertext"/>
              <w:sz w:val="20"/>
            </w:rPr>
            <w:t>Straße und Hausnummer</w:t>
          </w:r>
        </w:p>
      </w:docPartBody>
    </w:docPart>
    <w:docPart>
      <w:docPartPr>
        <w:name w:val="12FBDD6CBCA24000AB705CF03776A68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92B8381-2926-496F-B0CE-93B3F39E15F3}"/>
      </w:docPartPr>
      <w:docPartBody>
        <w:p w:rsidR="00B60AC8" w:rsidRDefault="00534E13" w:rsidP="00534E13">
          <w:pPr>
            <w:pStyle w:val="12FBDD6CBCA24000AB705CF03776A68117"/>
          </w:pPr>
          <w:r w:rsidRPr="00554C59">
            <w:rPr>
              <w:color w:val="808080"/>
              <w:sz w:val="20"/>
            </w:rPr>
            <w:t>bitte auswählen</w:t>
          </w:r>
        </w:p>
      </w:docPartBody>
    </w:docPart>
    <w:docPart>
      <w:docPartPr>
        <w:name w:val="128F038FD42B47D592B584836CCCD62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F515623-A9E2-4E5A-AA82-EA4449191612}"/>
      </w:docPartPr>
      <w:docPartBody>
        <w:p w:rsidR="00B60AC8" w:rsidRDefault="00534E13" w:rsidP="00534E13">
          <w:pPr>
            <w:pStyle w:val="128F038FD42B47D592B584836CCCD62F20"/>
          </w:pPr>
          <w:r w:rsidRPr="00554C59">
            <w:rPr>
              <w:rStyle w:val="Platzhaltertext"/>
              <w:sz w:val="20"/>
            </w:rPr>
            <w:t>bitte auswählen</w:t>
          </w:r>
        </w:p>
      </w:docPartBody>
    </w:docPart>
    <w:docPart>
      <w:docPartPr>
        <w:name w:val="F6623B5A39634C16BD86CCD3CC9DFE9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5C738AD-2FDF-4A12-BB42-D70B84DEAA8A}"/>
      </w:docPartPr>
      <w:docPartBody>
        <w:p w:rsidR="00B60AC8" w:rsidRDefault="00534E13" w:rsidP="00534E13">
          <w:pPr>
            <w:pStyle w:val="F6623B5A39634C16BD86CCD3CC9DFE9A21"/>
          </w:pPr>
          <w:r w:rsidRPr="00626640">
            <w:rPr>
              <w:rStyle w:val="Platzhaltertext"/>
              <w:sz w:val="20"/>
            </w:rPr>
            <w:t>bitte auswählen</w:t>
          </w:r>
        </w:p>
      </w:docPartBody>
    </w:docPart>
    <w:docPart>
      <w:docPartPr>
        <w:name w:val="61CEA01622574D8FBC1DA09209606F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7F4425A-A649-42CD-8CE5-AEAD0AF762F6}"/>
      </w:docPartPr>
      <w:docPartBody>
        <w:p w:rsidR="00B60AC8" w:rsidRDefault="00534E13" w:rsidP="00534E13">
          <w:pPr>
            <w:pStyle w:val="61CEA01622574D8FBC1DA09209606FD320"/>
          </w:pPr>
          <w:r>
            <w:rPr>
              <w:rStyle w:val="Platzhaltertext"/>
              <w:sz w:val="20"/>
            </w:rPr>
            <w:t>bitte auswählen</w:t>
          </w:r>
        </w:p>
      </w:docPartBody>
    </w:docPart>
    <w:docPart>
      <w:docPartPr>
        <w:name w:val="7D0DB13C559848EC80721380CCAA8C7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2235776-CF11-45B3-A607-839B65306CEE}"/>
      </w:docPartPr>
      <w:docPartBody>
        <w:p w:rsidR="00B60AC8" w:rsidRDefault="00965C2E" w:rsidP="00965C2E">
          <w:pPr>
            <w:pStyle w:val="7D0DB13C559848EC80721380CCAA8C71"/>
          </w:pPr>
          <w:r w:rsidRPr="00644AFF">
            <w:rPr>
              <w:rStyle w:val="Platzhaltertext"/>
            </w:rPr>
            <w:t>Klicken oder tippen Sie, um ein Datum einzugeben.</w:t>
          </w:r>
        </w:p>
      </w:docPartBody>
    </w:docPart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6D87F4F-CBFC-4BA7-8BFD-4A95242FF536}"/>
      </w:docPartPr>
      <w:docPartBody>
        <w:p w:rsidR="001D552F" w:rsidRDefault="00B60AC8">
          <w:r w:rsidRPr="00435CFF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BEC9AE56AAA44ACA685A1B73BCE8D8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D3593F4-E56D-4274-A02F-650B9C9A5AF1}"/>
      </w:docPartPr>
      <w:docPartBody>
        <w:p w:rsidR="001D552F" w:rsidRDefault="00B60AC8" w:rsidP="00B60AC8">
          <w:pPr>
            <w:pStyle w:val="BBEC9AE56AAA44ACA685A1B73BCE8D87"/>
          </w:pPr>
          <w:r w:rsidRPr="00626640">
            <w:rPr>
              <w:rStyle w:val="Platzhaltertext"/>
              <w:sz w:val="20"/>
            </w:rPr>
            <w:t>Datum</w:t>
          </w:r>
        </w:p>
      </w:docPartBody>
    </w:docPart>
    <w:docPart>
      <w:docPartPr>
        <w:name w:val="A2AD109550BF4025A8005BD926CBA11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B5C997-6C56-4BC3-BE3E-6B795687E519}"/>
      </w:docPartPr>
      <w:docPartBody>
        <w:p w:rsidR="001D552F" w:rsidRDefault="00534E13" w:rsidP="00534E13">
          <w:pPr>
            <w:pStyle w:val="A2AD109550BF4025A8005BD926CBA1164"/>
          </w:pPr>
          <w:r w:rsidRPr="00966E55">
            <w:rPr>
              <w:rStyle w:val="Platzhaltertext"/>
              <w:sz w:val="20"/>
            </w:rPr>
            <w:t>Schulnummer</w:t>
          </w:r>
        </w:p>
      </w:docPartBody>
    </w:docPart>
    <w:docPart>
      <w:docPartPr>
        <w:name w:val="FAE264A1956B421AAC5DFBC5360792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DCCDF0E-5E0F-4E31-8D92-98F4E157F8C9}"/>
      </w:docPartPr>
      <w:docPartBody>
        <w:p w:rsidR="001D552F" w:rsidRDefault="00534E13" w:rsidP="00534E13">
          <w:pPr>
            <w:pStyle w:val="FAE264A1956B421AAC5DFBC53607921F4"/>
          </w:pPr>
          <w:r w:rsidRPr="00966E55">
            <w:rPr>
              <w:rStyle w:val="Platzhaltertext"/>
              <w:sz w:val="20"/>
            </w:rPr>
            <w:t>Schulname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C2E"/>
    <w:rsid w:val="001D552F"/>
    <w:rsid w:val="00534E13"/>
    <w:rsid w:val="00965C2E"/>
    <w:rsid w:val="00B60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34E13"/>
    <w:rPr>
      <w:color w:val="808080"/>
    </w:rPr>
  </w:style>
  <w:style w:type="paragraph" w:customStyle="1" w:styleId="EE5B08463CCF4F74B6901ADF12ED916E">
    <w:name w:val="EE5B08463CCF4F74B6901ADF12ED916E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C4ECF2DCB2E4B8C83832847AACD943E">
    <w:name w:val="1C4ECF2DCB2E4B8C83832847AACD943E"/>
    <w:rsid w:val="00965C2E"/>
  </w:style>
  <w:style w:type="paragraph" w:customStyle="1" w:styleId="25778E1035114A029F6D3442A2C30D7E">
    <w:name w:val="25778E1035114A029F6D3442A2C30D7E"/>
    <w:rsid w:val="00965C2E"/>
  </w:style>
  <w:style w:type="paragraph" w:customStyle="1" w:styleId="1C4ECF2DCB2E4B8C83832847AACD943E1">
    <w:name w:val="1C4ECF2DCB2E4B8C83832847AACD943E1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5778E1035114A029F6D3442A2C30D7E1">
    <w:name w:val="25778E1035114A029F6D3442A2C30D7E1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69D07F066974635B96FA1DAF3A95297">
    <w:name w:val="169D07F066974635B96FA1DAF3A95297"/>
    <w:rsid w:val="00965C2E"/>
  </w:style>
  <w:style w:type="paragraph" w:customStyle="1" w:styleId="F5A71054C12541F8A90A25C611EACEF8">
    <w:name w:val="F5A71054C12541F8A90A25C611EACEF8"/>
    <w:rsid w:val="00965C2E"/>
  </w:style>
  <w:style w:type="paragraph" w:customStyle="1" w:styleId="F5A71054C12541F8A90A25C611EACEF81">
    <w:name w:val="F5A71054C12541F8A90A25C611EACEF81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C4ECF2DCB2E4B8C83832847AACD943E2">
    <w:name w:val="1C4ECF2DCB2E4B8C83832847AACD943E2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5778E1035114A029F6D3442A2C30D7E2">
    <w:name w:val="25778E1035114A029F6D3442A2C30D7E2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96FD466852949BAAF19869CDE87CA5C">
    <w:name w:val="096FD466852949BAAF19869CDE87CA5C"/>
    <w:rsid w:val="00965C2E"/>
  </w:style>
  <w:style w:type="paragraph" w:customStyle="1" w:styleId="D41210DBE3184968A156675ADC8F9667">
    <w:name w:val="D41210DBE3184968A156675ADC8F9667"/>
    <w:rsid w:val="00965C2E"/>
  </w:style>
  <w:style w:type="paragraph" w:customStyle="1" w:styleId="A0FF633B65F948749A23F20979AF7E24">
    <w:name w:val="A0FF633B65F948749A23F20979AF7E24"/>
    <w:rsid w:val="00965C2E"/>
  </w:style>
  <w:style w:type="paragraph" w:customStyle="1" w:styleId="F5A71054C12541F8A90A25C611EACEF82">
    <w:name w:val="F5A71054C12541F8A90A25C611EACEF82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C4ECF2DCB2E4B8C83832847AACD943E3">
    <w:name w:val="1C4ECF2DCB2E4B8C83832847AACD943E3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5778E1035114A029F6D3442A2C30D7E3">
    <w:name w:val="25778E1035114A029F6D3442A2C30D7E3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BCD9F6E845A4E818A263309CC94C018">
    <w:name w:val="3BCD9F6E845A4E818A263309CC94C018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1210DBE3184968A156675ADC8F96671">
    <w:name w:val="D41210DBE3184968A156675ADC8F96671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0FF633B65F948749A23F20979AF7E241">
    <w:name w:val="A0FF633B65F948749A23F20979AF7E241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A71054C12541F8A90A25C611EACEF83">
    <w:name w:val="F5A71054C12541F8A90A25C611EACEF83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C4ECF2DCB2E4B8C83832847AACD943E4">
    <w:name w:val="1C4ECF2DCB2E4B8C83832847AACD943E4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5778E1035114A029F6D3442A2C30D7E4">
    <w:name w:val="25778E1035114A029F6D3442A2C30D7E4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BCD9F6E845A4E818A263309CC94C0181">
    <w:name w:val="3BCD9F6E845A4E818A263309CC94C0181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1210DBE3184968A156675ADC8F96672">
    <w:name w:val="D41210DBE3184968A156675ADC8F96672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0FF633B65F948749A23F20979AF7E242">
    <w:name w:val="A0FF633B65F948749A23F20979AF7E242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A71054C12541F8A90A25C611EACEF84">
    <w:name w:val="F5A71054C12541F8A90A25C611EACEF84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C4ECF2DCB2E4B8C83832847AACD943E5">
    <w:name w:val="1C4ECF2DCB2E4B8C83832847AACD943E5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5778E1035114A029F6D3442A2C30D7E5">
    <w:name w:val="25778E1035114A029F6D3442A2C30D7E5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BCD9F6E845A4E818A263309CC94C0182">
    <w:name w:val="3BCD9F6E845A4E818A263309CC94C0182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1210DBE3184968A156675ADC8F96673">
    <w:name w:val="D41210DBE3184968A156675ADC8F96673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0FF633B65F948749A23F20979AF7E243">
    <w:name w:val="A0FF633B65F948749A23F20979AF7E243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E00A241D30C4704972E1E4E0FA74CEB">
    <w:name w:val="DE00A241D30C4704972E1E4E0FA74CEB"/>
    <w:rsid w:val="00965C2E"/>
  </w:style>
  <w:style w:type="paragraph" w:customStyle="1" w:styleId="FD2432A025E44CE799E922F0B5B4FC22">
    <w:name w:val="FD2432A025E44CE799E922F0B5B4FC22"/>
    <w:rsid w:val="00965C2E"/>
  </w:style>
  <w:style w:type="paragraph" w:customStyle="1" w:styleId="BD396572D047430DB39AD1200AC7406E">
    <w:name w:val="BD396572D047430DB39AD1200AC7406E"/>
    <w:rsid w:val="00965C2E"/>
  </w:style>
  <w:style w:type="paragraph" w:customStyle="1" w:styleId="74B276B1D285450199931F3BC0E1D043">
    <w:name w:val="74B276B1D285450199931F3BC0E1D043"/>
    <w:rsid w:val="00965C2E"/>
  </w:style>
  <w:style w:type="paragraph" w:customStyle="1" w:styleId="F5A71054C12541F8A90A25C611EACEF85">
    <w:name w:val="F5A71054C12541F8A90A25C611EACEF85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C4ECF2DCB2E4B8C83832847AACD943E6">
    <w:name w:val="1C4ECF2DCB2E4B8C83832847AACD943E6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5778E1035114A029F6D3442A2C30D7E6">
    <w:name w:val="25778E1035114A029F6D3442A2C30D7E6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BCD9F6E845A4E818A263309CC94C0183">
    <w:name w:val="3BCD9F6E845A4E818A263309CC94C0183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1210DBE3184968A156675ADC8F96674">
    <w:name w:val="D41210DBE3184968A156675ADC8F96674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0FF633B65F948749A23F20979AF7E244">
    <w:name w:val="A0FF633B65F948749A23F20979AF7E244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B276B1D285450199931F3BC0E1D0431">
    <w:name w:val="74B276B1D285450199931F3BC0E1D0431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D2432A025E44CE799E922F0B5B4FC221">
    <w:name w:val="FD2432A025E44CE799E922F0B5B4FC221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396572D047430DB39AD1200AC7406E1">
    <w:name w:val="BD396572D047430DB39AD1200AC7406E1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A71054C12541F8A90A25C611EACEF86">
    <w:name w:val="F5A71054C12541F8A90A25C611EACEF86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C4ECF2DCB2E4B8C83832847AACD943E7">
    <w:name w:val="1C4ECF2DCB2E4B8C83832847AACD943E7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5778E1035114A029F6D3442A2C30D7E7">
    <w:name w:val="25778E1035114A029F6D3442A2C30D7E7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BCD9F6E845A4E818A263309CC94C0184">
    <w:name w:val="3BCD9F6E845A4E818A263309CC94C0184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1210DBE3184968A156675ADC8F96675">
    <w:name w:val="D41210DBE3184968A156675ADC8F96675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0FF633B65F948749A23F20979AF7E245">
    <w:name w:val="A0FF633B65F948749A23F20979AF7E245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B276B1D285450199931F3BC0E1D0432">
    <w:name w:val="74B276B1D285450199931F3BC0E1D0432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D2432A025E44CE799E922F0B5B4FC222">
    <w:name w:val="FD2432A025E44CE799E922F0B5B4FC222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396572D047430DB39AD1200AC7406E2">
    <w:name w:val="BD396572D047430DB39AD1200AC7406E2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A71054C12541F8A90A25C611EACEF87">
    <w:name w:val="F5A71054C12541F8A90A25C611EACEF87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C4ECF2DCB2E4B8C83832847AACD943E8">
    <w:name w:val="1C4ECF2DCB2E4B8C83832847AACD943E8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5778E1035114A029F6D3442A2C30D7E8">
    <w:name w:val="25778E1035114A029F6D3442A2C30D7E8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BCD9F6E845A4E818A263309CC94C0185">
    <w:name w:val="3BCD9F6E845A4E818A263309CC94C0185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1210DBE3184968A156675ADC8F96676">
    <w:name w:val="D41210DBE3184968A156675ADC8F96676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0FF633B65F948749A23F20979AF7E246">
    <w:name w:val="A0FF633B65F948749A23F20979AF7E246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B276B1D285450199931F3BC0E1D0433">
    <w:name w:val="74B276B1D285450199931F3BC0E1D0433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D2432A025E44CE799E922F0B5B4FC223">
    <w:name w:val="FD2432A025E44CE799E922F0B5B4FC223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396572D047430DB39AD1200AC7406E3">
    <w:name w:val="BD396572D047430DB39AD1200AC7406E3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2DB02E16E4D4C17869A000838ECB215">
    <w:name w:val="72DB02E16E4D4C17869A000838ECB215"/>
    <w:rsid w:val="00965C2E"/>
  </w:style>
  <w:style w:type="paragraph" w:customStyle="1" w:styleId="B14538C0A1A941DFA54B975B9D6B09A3">
    <w:name w:val="B14538C0A1A941DFA54B975B9D6B09A3"/>
    <w:rsid w:val="00965C2E"/>
  </w:style>
  <w:style w:type="paragraph" w:customStyle="1" w:styleId="1A419C6B5E864C81B193933BABE55397">
    <w:name w:val="1A419C6B5E864C81B193933BABE55397"/>
    <w:rsid w:val="00965C2E"/>
  </w:style>
  <w:style w:type="paragraph" w:customStyle="1" w:styleId="F5A71054C12541F8A90A25C611EACEF88">
    <w:name w:val="F5A71054C12541F8A90A25C611EACEF88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C4ECF2DCB2E4B8C83832847AACD943E9">
    <w:name w:val="1C4ECF2DCB2E4B8C83832847AACD943E9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5778E1035114A029F6D3442A2C30D7E9">
    <w:name w:val="25778E1035114A029F6D3442A2C30D7E9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BCD9F6E845A4E818A263309CC94C0186">
    <w:name w:val="3BCD9F6E845A4E818A263309CC94C0186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1210DBE3184968A156675ADC8F96677">
    <w:name w:val="D41210DBE3184968A156675ADC8F96677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0FF633B65F948749A23F20979AF7E247">
    <w:name w:val="A0FF633B65F948749A23F20979AF7E247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B276B1D285450199931F3BC0E1D0434">
    <w:name w:val="74B276B1D285450199931F3BC0E1D0434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D2432A025E44CE799E922F0B5B4FC224">
    <w:name w:val="FD2432A025E44CE799E922F0B5B4FC224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396572D047430DB39AD1200AC7406E4">
    <w:name w:val="BD396572D047430DB39AD1200AC7406E4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14538C0A1A941DFA54B975B9D6B09A31">
    <w:name w:val="B14538C0A1A941DFA54B975B9D6B09A31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A419C6B5E864C81B193933BABE553971">
    <w:name w:val="1A419C6B5E864C81B193933BABE553971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A71054C12541F8A90A25C611EACEF89">
    <w:name w:val="F5A71054C12541F8A90A25C611EACEF89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C4ECF2DCB2E4B8C83832847AACD943E10">
    <w:name w:val="1C4ECF2DCB2E4B8C83832847AACD943E10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5778E1035114A029F6D3442A2C30D7E10">
    <w:name w:val="25778E1035114A029F6D3442A2C30D7E10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BCD9F6E845A4E818A263309CC94C0187">
    <w:name w:val="3BCD9F6E845A4E818A263309CC94C0187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1210DBE3184968A156675ADC8F96678">
    <w:name w:val="D41210DBE3184968A156675ADC8F96678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0FF633B65F948749A23F20979AF7E248">
    <w:name w:val="A0FF633B65F948749A23F20979AF7E248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B276B1D285450199931F3BC0E1D0435">
    <w:name w:val="74B276B1D285450199931F3BC0E1D0435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D2432A025E44CE799E922F0B5B4FC225">
    <w:name w:val="FD2432A025E44CE799E922F0B5B4FC225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396572D047430DB39AD1200AC7406E5">
    <w:name w:val="BD396572D047430DB39AD1200AC7406E5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E511C43C8BF48F68A10031F0B5769E6">
    <w:name w:val="0E511C43C8BF48F68A10031F0B5769E6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14538C0A1A941DFA54B975B9D6B09A32">
    <w:name w:val="B14538C0A1A941DFA54B975B9D6B09A32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A419C6B5E864C81B193933BABE553972">
    <w:name w:val="1A419C6B5E864C81B193933BABE553972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883AA2599E641B180D317A83A83AE97">
    <w:name w:val="B883AA2599E641B180D317A83A83AE97"/>
    <w:rsid w:val="00965C2E"/>
  </w:style>
  <w:style w:type="paragraph" w:customStyle="1" w:styleId="12D3E6A609564FDFA53962571971314D">
    <w:name w:val="12D3E6A609564FDFA53962571971314D"/>
    <w:rsid w:val="00965C2E"/>
  </w:style>
  <w:style w:type="paragraph" w:customStyle="1" w:styleId="7880DCEB7A9048AE9397ADC0BAA3684F">
    <w:name w:val="7880DCEB7A9048AE9397ADC0BAA3684F"/>
    <w:rsid w:val="00965C2E"/>
  </w:style>
  <w:style w:type="paragraph" w:customStyle="1" w:styleId="1F1A04ADD7164C62922732CF5901A5E1">
    <w:name w:val="1F1A04ADD7164C62922732CF5901A5E1"/>
    <w:rsid w:val="00965C2E"/>
  </w:style>
  <w:style w:type="paragraph" w:customStyle="1" w:styleId="9C0BFCD1237A4BB0BB79691CE12F80D1">
    <w:name w:val="9C0BFCD1237A4BB0BB79691CE12F80D1"/>
    <w:rsid w:val="00965C2E"/>
  </w:style>
  <w:style w:type="paragraph" w:customStyle="1" w:styleId="F5A71054C12541F8A90A25C611EACEF810">
    <w:name w:val="F5A71054C12541F8A90A25C611EACEF810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C4ECF2DCB2E4B8C83832847AACD943E11">
    <w:name w:val="1C4ECF2DCB2E4B8C83832847AACD943E11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5778E1035114A029F6D3442A2C30D7E11">
    <w:name w:val="25778E1035114A029F6D3442A2C30D7E11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BCD9F6E845A4E818A263309CC94C0188">
    <w:name w:val="3BCD9F6E845A4E818A263309CC94C0188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1210DBE3184968A156675ADC8F96679">
    <w:name w:val="D41210DBE3184968A156675ADC8F96679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0FF633B65F948749A23F20979AF7E249">
    <w:name w:val="A0FF633B65F948749A23F20979AF7E249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B276B1D285450199931F3BC0E1D0436">
    <w:name w:val="74B276B1D285450199931F3BC0E1D0436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D2432A025E44CE799E922F0B5B4FC226">
    <w:name w:val="FD2432A025E44CE799E922F0B5B4FC226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396572D047430DB39AD1200AC7406E6">
    <w:name w:val="BD396572D047430DB39AD1200AC7406E6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E511C43C8BF48F68A10031F0B5769E61">
    <w:name w:val="0E511C43C8BF48F68A10031F0B5769E61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14538C0A1A941DFA54B975B9D6B09A33">
    <w:name w:val="B14538C0A1A941DFA54B975B9D6B09A33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A419C6B5E864C81B193933BABE553973">
    <w:name w:val="1A419C6B5E864C81B193933BABE553973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C0BFCD1237A4BB0BB79691CE12F80D11">
    <w:name w:val="9C0BFCD1237A4BB0BB79691CE12F80D11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A71054C12541F8A90A25C611EACEF811">
    <w:name w:val="F5A71054C12541F8A90A25C611EACEF811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C4ECF2DCB2E4B8C83832847AACD943E12">
    <w:name w:val="1C4ECF2DCB2E4B8C83832847AACD943E12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5778E1035114A029F6D3442A2C30D7E12">
    <w:name w:val="25778E1035114A029F6D3442A2C30D7E12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BCD9F6E845A4E818A263309CC94C0189">
    <w:name w:val="3BCD9F6E845A4E818A263309CC94C0189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1210DBE3184968A156675ADC8F966710">
    <w:name w:val="D41210DBE3184968A156675ADC8F966710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0FF633B65F948749A23F20979AF7E2410">
    <w:name w:val="A0FF633B65F948749A23F20979AF7E2410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B276B1D285450199931F3BC0E1D0437">
    <w:name w:val="74B276B1D285450199931F3BC0E1D0437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D2432A025E44CE799E922F0B5B4FC227">
    <w:name w:val="FD2432A025E44CE799E922F0B5B4FC227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396572D047430DB39AD1200AC7406E7">
    <w:name w:val="BD396572D047430DB39AD1200AC7406E7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E511C43C8BF48F68A10031F0B5769E62">
    <w:name w:val="0E511C43C8BF48F68A10031F0B5769E62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14538C0A1A941DFA54B975B9D6B09A34">
    <w:name w:val="B14538C0A1A941DFA54B975B9D6B09A34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A419C6B5E864C81B193933BABE553974">
    <w:name w:val="1A419C6B5E864C81B193933BABE553974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A71054C12541F8A90A25C611EACEF812">
    <w:name w:val="F5A71054C12541F8A90A25C611EACEF812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C4ECF2DCB2E4B8C83832847AACD943E13">
    <w:name w:val="1C4ECF2DCB2E4B8C83832847AACD943E13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5778E1035114A029F6D3442A2C30D7E13">
    <w:name w:val="25778E1035114A029F6D3442A2C30D7E13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BCD9F6E845A4E818A263309CC94C01810">
    <w:name w:val="3BCD9F6E845A4E818A263309CC94C01810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1210DBE3184968A156675ADC8F966711">
    <w:name w:val="D41210DBE3184968A156675ADC8F966711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0FF633B65F948749A23F20979AF7E2411">
    <w:name w:val="A0FF633B65F948749A23F20979AF7E2411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B276B1D285450199931F3BC0E1D0438">
    <w:name w:val="74B276B1D285450199931F3BC0E1D0438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D2432A025E44CE799E922F0B5B4FC228">
    <w:name w:val="FD2432A025E44CE799E922F0B5B4FC228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396572D047430DB39AD1200AC7406E8">
    <w:name w:val="BD396572D047430DB39AD1200AC7406E8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E511C43C8BF48F68A10031F0B5769E63">
    <w:name w:val="0E511C43C8BF48F68A10031F0B5769E63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14538C0A1A941DFA54B975B9D6B09A35">
    <w:name w:val="B14538C0A1A941DFA54B975B9D6B09A35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A419C6B5E864C81B193933BABE553975">
    <w:name w:val="1A419C6B5E864C81B193933BABE553975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A71054C12541F8A90A25C611EACEF813">
    <w:name w:val="F5A71054C12541F8A90A25C611EACEF813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C4ECF2DCB2E4B8C83832847AACD943E14">
    <w:name w:val="1C4ECF2DCB2E4B8C83832847AACD943E14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5778E1035114A029F6D3442A2C30D7E14">
    <w:name w:val="25778E1035114A029F6D3442A2C30D7E14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BCD9F6E845A4E818A263309CC94C01811">
    <w:name w:val="3BCD9F6E845A4E818A263309CC94C01811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1210DBE3184968A156675ADC8F966712">
    <w:name w:val="D41210DBE3184968A156675ADC8F966712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0FF633B65F948749A23F20979AF7E2412">
    <w:name w:val="A0FF633B65F948749A23F20979AF7E2412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B276B1D285450199931F3BC0E1D0439">
    <w:name w:val="74B276B1D285450199931F3BC0E1D0439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D2432A025E44CE799E922F0B5B4FC229">
    <w:name w:val="FD2432A025E44CE799E922F0B5B4FC229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396572D047430DB39AD1200AC7406E9">
    <w:name w:val="BD396572D047430DB39AD1200AC7406E9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E511C43C8BF48F68A10031F0B5769E64">
    <w:name w:val="0E511C43C8BF48F68A10031F0B5769E64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14538C0A1A941DFA54B975B9D6B09A36">
    <w:name w:val="B14538C0A1A941DFA54B975B9D6B09A36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A419C6B5E864C81B193933BABE553976">
    <w:name w:val="1A419C6B5E864C81B193933BABE553976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2FBDD6CBCA24000AB705CF03776A681">
    <w:name w:val="12FBDD6CBCA24000AB705CF03776A681"/>
    <w:rsid w:val="00965C2E"/>
  </w:style>
  <w:style w:type="paragraph" w:customStyle="1" w:styleId="128F038FD42B47D592B584836CCCD62F">
    <w:name w:val="128F038FD42B47D592B584836CCCD62F"/>
    <w:rsid w:val="00965C2E"/>
  </w:style>
  <w:style w:type="paragraph" w:customStyle="1" w:styleId="F6623B5A39634C16BD86CCD3CC9DFE9A">
    <w:name w:val="F6623B5A39634C16BD86CCD3CC9DFE9A"/>
    <w:rsid w:val="00965C2E"/>
  </w:style>
  <w:style w:type="paragraph" w:customStyle="1" w:styleId="F5A71054C12541F8A90A25C611EACEF814">
    <w:name w:val="F5A71054C12541F8A90A25C611EACEF814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C4ECF2DCB2E4B8C83832847AACD943E15">
    <w:name w:val="1C4ECF2DCB2E4B8C83832847AACD943E15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5778E1035114A029F6D3442A2C30D7E15">
    <w:name w:val="25778E1035114A029F6D3442A2C30D7E15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BCD9F6E845A4E818A263309CC94C01812">
    <w:name w:val="3BCD9F6E845A4E818A263309CC94C01812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B276B1D285450199931F3BC0E1D04310">
    <w:name w:val="74B276B1D285450199931F3BC0E1D04310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D2432A025E44CE799E922F0B5B4FC2210">
    <w:name w:val="FD2432A025E44CE799E922F0B5B4FC2210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396572D047430DB39AD1200AC7406E10">
    <w:name w:val="BD396572D047430DB39AD1200AC7406E10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14538C0A1A941DFA54B975B9D6B09A37">
    <w:name w:val="B14538C0A1A941DFA54B975B9D6B09A37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A419C6B5E864C81B193933BABE553977">
    <w:name w:val="1A419C6B5E864C81B193933BABE553977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A71054C12541F8A90A25C611EACEF815">
    <w:name w:val="F5A71054C12541F8A90A25C611EACEF815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C4ECF2DCB2E4B8C83832847AACD943E16">
    <w:name w:val="1C4ECF2DCB2E4B8C83832847AACD943E16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5778E1035114A029F6D3442A2C30D7E16">
    <w:name w:val="25778E1035114A029F6D3442A2C30D7E16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BCD9F6E845A4E818A263309CC94C01813">
    <w:name w:val="3BCD9F6E845A4E818A263309CC94C01813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B276B1D285450199931F3BC0E1D04311">
    <w:name w:val="74B276B1D285450199931F3BC0E1D04311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D2432A025E44CE799E922F0B5B4FC2211">
    <w:name w:val="FD2432A025E44CE799E922F0B5B4FC2211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396572D047430DB39AD1200AC7406E11">
    <w:name w:val="BD396572D047430DB39AD1200AC7406E11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14538C0A1A941DFA54B975B9D6B09A38">
    <w:name w:val="B14538C0A1A941DFA54B975B9D6B09A38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A419C6B5E864C81B193933BABE553978">
    <w:name w:val="1A419C6B5E864C81B193933BABE553978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A71054C12541F8A90A25C611EACEF816">
    <w:name w:val="F5A71054C12541F8A90A25C611EACEF816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C4ECF2DCB2E4B8C83832847AACD943E17">
    <w:name w:val="1C4ECF2DCB2E4B8C83832847AACD943E17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5778E1035114A029F6D3442A2C30D7E17">
    <w:name w:val="25778E1035114A029F6D3442A2C30D7E17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BCD9F6E845A4E818A263309CC94C01814">
    <w:name w:val="3BCD9F6E845A4E818A263309CC94C01814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B276B1D285450199931F3BC0E1D04312">
    <w:name w:val="74B276B1D285450199931F3BC0E1D04312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D2432A025E44CE799E922F0B5B4FC2212">
    <w:name w:val="FD2432A025E44CE799E922F0B5B4FC2212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396572D047430DB39AD1200AC7406E12">
    <w:name w:val="BD396572D047430DB39AD1200AC7406E12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14538C0A1A941DFA54B975B9D6B09A39">
    <w:name w:val="B14538C0A1A941DFA54B975B9D6B09A39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A419C6B5E864C81B193933BABE553979">
    <w:name w:val="1A419C6B5E864C81B193933BABE553979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49D0D7F1D50434D96D863142DD284A8">
    <w:name w:val="C49D0D7F1D50434D96D863142DD284A8"/>
    <w:rsid w:val="00965C2E"/>
  </w:style>
  <w:style w:type="paragraph" w:customStyle="1" w:styleId="E5E67245F2664AA492E99364C0225A32">
    <w:name w:val="E5E67245F2664AA492E99364C0225A32"/>
    <w:rsid w:val="00965C2E"/>
  </w:style>
  <w:style w:type="paragraph" w:customStyle="1" w:styleId="F3E3C065DD574564A089DA1702ECAF14">
    <w:name w:val="F3E3C065DD574564A089DA1702ECAF14"/>
    <w:rsid w:val="00965C2E"/>
  </w:style>
  <w:style w:type="paragraph" w:customStyle="1" w:styleId="61CEA01622574D8FBC1DA09209606FD3">
    <w:name w:val="61CEA01622574D8FBC1DA09209606FD3"/>
    <w:rsid w:val="00965C2E"/>
  </w:style>
  <w:style w:type="paragraph" w:customStyle="1" w:styleId="F5A71054C12541F8A90A25C611EACEF817">
    <w:name w:val="F5A71054C12541F8A90A25C611EACEF817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C4ECF2DCB2E4B8C83832847AACD943E18">
    <w:name w:val="1C4ECF2DCB2E4B8C83832847AACD943E18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5778E1035114A029F6D3442A2C30D7E18">
    <w:name w:val="25778E1035114A029F6D3442A2C30D7E18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BCD9F6E845A4E818A263309CC94C01815">
    <w:name w:val="3BCD9F6E845A4E818A263309CC94C01815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B276B1D285450199931F3BC0E1D04313">
    <w:name w:val="74B276B1D285450199931F3BC0E1D04313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D2432A025E44CE799E922F0B5B4FC2213">
    <w:name w:val="FD2432A025E44CE799E922F0B5B4FC2213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396572D047430DB39AD1200AC7406E13">
    <w:name w:val="BD396572D047430DB39AD1200AC7406E13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49D0D7F1D50434D96D863142DD284A81">
    <w:name w:val="C49D0D7F1D50434D96D863142DD284A81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5E67245F2664AA492E99364C0225A321">
    <w:name w:val="E5E67245F2664AA492E99364C0225A321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A71054C12541F8A90A25C611EACEF818">
    <w:name w:val="F5A71054C12541F8A90A25C611EACEF818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C4ECF2DCB2E4B8C83832847AACD943E19">
    <w:name w:val="1C4ECF2DCB2E4B8C83832847AACD943E19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5778E1035114A029F6D3442A2C30D7E19">
    <w:name w:val="25778E1035114A029F6D3442A2C30D7E19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BCD9F6E845A4E818A263309CC94C01816">
    <w:name w:val="3BCD9F6E845A4E818A263309CC94C01816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6623B5A39634C16BD86CCD3CC9DFE9A1">
    <w:name w:val="F6623B5A39634C16BD86CCD3CC9DFE9A1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B276B1D285450199931F3BC0E1D04314">
    <w:name w:val="74B276B1D285450199931F3BC0E1D04314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D2432A025E44CE799E922F0B5B4FC2214">
    <w:name w:val="FD2432A025E44CE799E922F0B5B4FC2214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396572D047430DB39AD1200AC7406E14">
    <w:name w:val="BD396572D047430DB39AD1200AC7406E14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49D0D7F1D50434D96D863142DD284A82">
    <w:name w:val="C49D0D7F1D50434D96D863142DD284A82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5E67245F2664AA492E99364C0225A322">
    <w:name w:val="E5E67245F2664AA492E99364C0225A322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A71054C12541F8A90A25C611EACEF819">
    <w:name w:val="F5A71054C12541F8A90A25C611EACEF819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C4ECF2DCB2E4B8C83832847AACD943E20">
    <w:name w:val="1C4ECF2DCB2E4B8C83832847AACD943E20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5778E1035114A029F6D3442A2C30D7E20">
    <w:name w:val="25778E1035114A029F6D3442A2C30D7E20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BCD9F6E845A4E818A263309CC94C01817">
    <w:name w:val="3BCD9F6E845A4E818A263309CC94C01817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6623B5A39634C16BD86CCD3CC9DFE9A2">
    <w:name w:val="F6623B5A39634C16BD86CCD3CC9DFE9A2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28F038FD42B47D592B584836CCCD62F1">
    <w:name w:val="128F038FD42B47D592B584836CCCD62F1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B276B1D285450199931F3BC0E1D04315">
    <w:name w:val="74B276B1D285450199931F3BC0E1D04315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D2432A025E44CE799E922F0B5B4FC2215">
    <w:name w:val="FD2432A025E44CE799E922F0B5B4FC2215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396572D047430DB39AD1200AC7406E15">
    <w:name w:val="BD396572D047430DB39AD1200AC7406E15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CEA01622574D8FBC1DA09209606FD31">
    <w:name w:val="61CEA01622574D8FBC1DA09209606FD31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49D0D7F1D50434D96D863142DD284A83">
    <w:name w:val="C49D0D7F1D50434D96D863142DD284A83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5E67245F2664AA492E99364C0225A323">
    <w:name w:val="E5E67245F2664AA492E99364C0225A323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A71054C12541F8A90A25C611EACEF820">
    <w:name w:val="F5A71054C12541F8A90A25C611EACEF820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C4ECF2DCB2E4B8C83832847AACD943E21">
    <w:name w:val="1C4ECF2DCB2E4B8C83832847AACD943E21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5778E1035114A029F6D3442A2C30D7E21">
    <w:name w:val="25778E1035114A029F6D3442A2C30D7E21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BCD9F6E845A4E818A263309CC94C01818">
    <w:name w:val="3BCD9F6E845A4E818A263309CC94C01818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6623B5A39634C16BD86CCD3CC9DFE9A3">
    <w:name w:val="F6623B5A39634C16BD86CCD3CC9DFE9A3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28F038FD42B47D592B584836CCCD62F2">
    <w:name w:val="128F038FD42B47D592B584836CCCD62F2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B276B1D285450199931F3BC0E1D04316">
    <w:name w:val="74B276B1D285450199931F3BC0E1D04316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D2432A025E44CE799E922F0B5B4FC2216">
    <w:name w:val="FD2432A025E44CE799E922F0B5B4FC2216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396572D047430DB39AD1200AC7406E16">
    <w:name w:val="BD396572D047430DB39AD1200AC7406E16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CEA01622574D8FBC1DA09209606FD32">
    <w:name w:val="61CEA01622574D8FBC1DA09209606FD32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49D0D7F1D50434D96D863142DD284A84">
    <w:name w:val="C49D0D7F1D50434D96D863142DD284A84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5E67245F2664AA492E99364C0225A324">
    <w:name w:val="E5E67245F2664AA492E99364C0225A324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A71054C12541F8A90A25C611EACEF821">
    <w:name w:val="F5A71054C12541F8A90A25C611EACEF821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C4ECF2DCB2E4B8C83832847AACD943E22">
    <w:name w:val="1C4ECF2DCB2E4B8C83832847AACD943E22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5778E1035114A029F6D3442A2C30D7E22">
    <w:name w:val="25778E1035114A029F6D3442A2C30D7E22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BCD9F6E845A4E818A263309CC94C01819">
    <w:name w:val="3BCD9F6E845A4E818A263309CC94C01819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6623B5A39634C16BD86CCD3CC9DFE9A4">
    <w:name w:val="F6623B5A39634C16BD86CCD3CC9DFE9A4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28F038FD42B47D592B584836CCCD62F3">
    <w:name w:val="128F038FD42B47D592B584836CCCD62F3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B276B1D285450199931F3BC0E1D04317">
    <w:name w:val="74B276B1D285450199931F3BC0E1D04317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D2432A025E44CE799E922F0B5B4FC2217">
    <w:name w:val="FD2432A025E44CE799E922F0B5B4FC2217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396572D047430DB39AD1200AC7406E17">
    <w:name w:val="BD396572D047430DB39AD1200AC7406E17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CEA01622574D8FBC1DA09209606FD33">
    <w:name w:val="61CEA01622574D8FBC1DA09209606FD33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49D0D7F1D50434D96D863142DD284A85">
    <w:name w:val="C49D0D7F1D50434D96D863142DD284A85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5E67245F2664AA492E99364C0225A325">
    <w:name w:val="E5E67245F2664AA492E99364C0225A325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2FBDD6CBCA24000AB705CF03776A6811">
    <w:name w:val="12FBDD6CBCA24000AB705CF03776A6811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A71054C12541F8A90A25C611EACEF822">
    <w:name w:val="F5A71054C12541F8A90A25C611EACEF822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C4ECF2DCB2E4B8C83832847AACD943E23">
    <w:name w:val="1C4ECF2DCB2E4B8C83832847AACD943E23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5778E1035114A029F6D3442A2C30D7E23">
    <w:name w:val="25778E1035114A029F6D3442A2C30D7E23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BCD9F6E845A4E818A263309CC94C01820">
    <w:name w:val="3BCD9F6E845A4E818A263309CC94C01820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6623B5A39634C16BD86CCD3CC9DFE9A5">
    <w:name w:val="F6623B5A39634C16BD86CCD3CC9DFE9A5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28F038FD42B47D592B584836CCCD62F4">
    <w:name w:val="128F038FD42B47D592B584836CCCD62F4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B276B1D285450199931F3BC0E1D04318">
    <w:name w:val="74B276B1D285450199931F3BC0E1D04318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D2432A025E44CE799E922F0B5B4FC2218">
    <w:name w:val="FD2432A025E44CE799E922F0B5B4FC2218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396572D047430DB39AD1200AC7406E18">
    <w:name w:val="BD396572D047430DB39AD1200AC7406E18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CEA01622574D8FBC1DA09209606FD34">
    <w:name w:val="61CEA01622574D8FBC1DA09209606FD34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49D0D7F1D50434D96D863142DD284A86">
    <w:name w:val="C49D0D7F1D50434D96D863142DD284A86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5E67245F2664AA492E99364C0225A326">
    <w:name w:val="E5E67245F2664AA492E99364C0225A326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2FBDD6CBCA24000AB705CF03776A6812">
    <w:name w:val="12FBDD6CBCA24000AB705CF03776A6812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A71054C12541F8A90A25C611EACEF823">
    <w:name w:val="F5A71054C12541F8A90A25C611EACEF823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C4ECF2DCB2E4B8C83832847AACD943E24">
    <w:name w:val="1C4ECF2DCB2E4B8C83832847AACD943E24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5778E1035114A029F6D3442A2C30D7E24">
    <w:name w:val="25778E1035114A029F6D3442A2C30D7E24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BCD9F6E845A4E818A263309CC94C01821">
    <w:name w:val="3BCD9F6E845A4E818A263309CC94C01821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6623B5A39634C16BD86CCD3CC9DFE9A6">
    <w:name w:val="F6623B5A39634C16BD86CCD3CC9DFE9A6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28F038FD42B47D592B584836CCCD62F5">
    <w:name w:val="128F038FD42B47D592B584836CCCD62F5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B276B1D285450199931F3BC0E1D04319">
    <w:name w:val="74B276B1D285450199931F3BC0E1D04319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D2432A025E44CE799E922F0B5B4FC2219">
    <w:name w:val="FD2432A025E44CE799E922F0B5B4FC2219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396572D047430DB39AD1200AC7406E19">
    <w:name w:val="BD396572D047430DB39AD1200AC7406E19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CEA01622574D8FBC1DA09209606FD35">
    <w:name w:val="61CEA01622574D8FBC1DA09209606FD35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49D0D7F1D50434D96D863142DD284A87">
    <w:name w:val="C49D0D7F1D50434D96D863142DD284A87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5E67245F2664AA492E99364C0225A327">
    <w:name w:val="E5E67245F2664AA492E99364C0225A327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2FBDD6CBCA24000AB705CF03776A6813">
    <w:name w:val="12FBDD6CBCA24000AB705CF03776A6813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A71054C12541F8A90A25C611EACEF824">
    <w:name w:val="F5A71054C12541F8A90A25C611EACEF824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C4ECF2DCB2E4B8C83832847AACD943E25">
    <w:name w:val="1C4ECF2DCB2E4B8C83832847AACD943E25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5778E1035114A029F6D3442A2C30D7E25">
    <w:name w:val="25778E1035114A029F6D3442A2C30D7E25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BCD9F6E845A4E818A263309CC94C01822">
    <w:name w:val="3BCD9F6E845A4E818A263309CC94C01822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6623B5A39634C16BD86CCD3CC9DFE9A7">
    <w:name w:val="F6623B5A39634C16BD86CCD3CC9DFE9A7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28F038FD42B47D592B584836CCCD62F6">
    <w:name w:val="128F038FD42B47D592B584836CCCD62F6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B276B1D285450199931F3BC0E1D04320">
    <w:name w:val="74B276B1D285450199931F3BC0E1D04320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D2432A025E44CE799E922F0B5B4FC2220">
    <w:name w:val="FD2432A025E44CE799E922F0B5B4FC2220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396572D047430DB39AD1200AC7406E20">
    <w:name w:val="BD396572D047430DB39AD1200AC7406E20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CEA01622574D8FBC1DA09209606FD36">
    <w:name w:val="61CEA01622574D8FBC1DA09209606FD36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49D0D7F1D50434D96D863142DD284A88">
    <w:name w:val="C49D0D7F1D50434D96D863142DD284A88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5E67245F2664AA492E99364C0225A328">
    <w:name w:val="E5E67245F2664AA492E99364C0225A328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2FBDD6CBCA24000AB705CF03776A6814">
    <w:name w:val="12FBDD6CBCA24000AB705CF03776A6814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A71054C12541F8A90A25C611EACEF825">
    <w:name w:val="F5A71054C12541F8A90A25C611EACEF825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C4ECF2DCB2E4B8C83832847AACD943E26">
    <w:name w:val="1C4ECF2DCB2E4B8C83832847AACD943E26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5778E1035114A029F6D3442A2C30D7E26">
    <w:name w:val="25778E1035114A029F6D3442A2C30D7E26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BCD9F6E845A4E818A263309CC94C01823">
    <w:name w:val="3BCD9F6E845A4E818A263309CC94C01823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6623B5A39634C16BD86CCD3CC9DFE9A8">
    <w:name w:val="F6623B5A39634C16BD86CCD3CC9DFE9A8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28F038FD42B47D592B584836CCCD62F7">
    <w:name w:val="128F038FD42B47D592B584836CCCD62F7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B276B1D285450199931F3BC0E1D04321">
    <w:name w:val="74B276B1D285450199931F3BC0E1D04321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D2432A025E44CE799E922F0B5B4FC2221">
    <w:name w:val="FD2432A025E44CE799E922F0B5B4FC2221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396572D047430DB39AD1200AC7406E21">
    <w:name w:val="BD396572D047430DB39AD1200AC7406E21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CEA01622574D8FBC1DA09209606FD37">
    <w:name w:val="61CEA01622574D8FBC1DA09209606FD37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49D0D7F1D50434D96D863142DD284A89">
    <w:name w:val="C49D0D7F1D50434D96D863142DD284A89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5E67245F2664AA492E99364C0225A329">
    <w:name w:val="E5E67245F2664AA492E99364C0225A329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2FBDD6CBCA24000AB705CF03776A6815">
    <w:name w:val="12FBDD6CBCA24000AB705CF03776A6815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A71054C12541F8A90A25C611EACEF826">
    <w:name w:val="F5A71054C12541F8A90A25C611EACEF826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C4ECF2DCB2E4B8C83832847AACD943E27">
    <w:name w:val="1C4ECF2DCB2E4B8C83832847AACD943E27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5778E1035114A029F6D3442A2C30D7E27">
    <w:name w:val="25778E1035114A029F6D3442A2C30D7E27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BCD9F6E845A4E818A263309CC94C01824">
    <w:name w:val="3BCD9F6E845A4E818A263309CC94C01824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6623B5A39634C16BD86CCD3CC9DFE9A9">
    <w:name w:val="F6623B5A39634C16BD86CCD3CC9DFE9A9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28F038FD42B47D592B584836CCCD62F8">
    <w:name w:val="128F038FD42B47D592B584836CCCD62F8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B276B1D285450199931F3BC0E1D04322">
    <w:name w:val="74B276B1D285450199931F3BC0E1D04322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D2432A025E44CE799E922F0B5B4FC2222">
    <w:name w:val="FD2432A025E44CE799E922F0B5B4FC2222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396572D047430DB39AD1200AC7406E22">
    <w:name w:val="BD396572D047430DB39AD1200AC7406E22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CEA01622574D8FBC1DA09209606FD38">
    <w:name w:val="61CEA01622574D8FBC1DA09209606FD38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49D0D7F1D50434D96D863142DD284A810">
    <w:name w:val="C49D0D7F1D50434D96D863142DD284A810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5E67245F2664AA492E99364C0225A3210">
    <w:name w:val="E5E67245F2664AA492E99364C0225A3210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2FBDD6CBCA24000AB705CF03776A6816">
    <w:name w:val="12FBDD6CBCA24000AB705CF03776A6816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A71054C12541F8A90A25C611EACEF827">
    <w:name w:val="F5A71054C12541F8A90A25C611EACEF827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C4ECF2DCB2E4B8C83832847AACD943E28">
    <w:name w:val="1C4ECF2DCB2E4B8C83832847AACD943E28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5778E1035114A029F6D3442A2C30D7E28">
    <w:name w:val="25778E1035114A029F6D3442A2C30D7E28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BCD9F6E845A4E818A263309CC94C01825">
    <w:name w:val="3BCD9F6E845A4E818A263309CC94C01825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6623B5A39634C16BD86CCD3CC9DFE9A10">
    <w:name w:val="F6623B5A39634C16BD86CCD3CC9DFE9A10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28F038FD42B47D592B584836CCCD62F9">
    <w:name w:val="128F038FD42B47D592B584836CCCD62F9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B276B1D285450199931F3BC0E1D04323">
    <w:name w:val="74B276B1D285450199931F3BC0E1D04323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D2432A025E44CE799E922F0B5B4FC2223">
    <w:name w:val="FD2432A025E44CE799E922F0B5B4FC2223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396572D047430DB39AD1200AC7406E23">
    <w:name w:val="BD396572D047430DB39AD1200AC7406E23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CEA01622574D8FBC1DA09209606FD39">
    <w:name w:val="61CEA01622574D8FBC1DA09209606FD39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49D0D7F1D50434D96D863142DD284A811">
    <w:name w:val="C49D0D7F1D50434D96D863142DD284A811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5E67245F2664AA492E99364C0225A3211">
    <w:name w:val="E5E67245F2664AA492E99364C0225A3211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2FBDD6CBCA24000AB705CF03776A6817">
    <w:name w:val="12FBDD6CBCA24000AB705CF03776A6817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A71054C12541F8A90A25C611EACEF828">
    <w:name w:val="F5A71054C12541F8A90A25C611EACEF828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C4ECF2DCB2E4B8C83832847AACD943E29">
    <w:name w:val="1C4ECF2DCB2E4B8C83832847AACD943E29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5778E1035114A029F6D3442A2C30D7E29">
    <w:name w:val="25778E1035114A029F6D3442A2C30D7E29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BCD9F6E845A4E818A263309CC94C01826">
    <w:name w:val="3BCD9F6E845A4E818A263309CC94C01826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6623B5A39634C16BD86CCD3CC9DFE9A11">
    <w:name w:val="F6623B5A39634C16BD86CCD3CC9DFE9A11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28F038FD42B47D592B584836CCCD62F10">
    <w:name w:val="128F038FD42B47D592B584836CCCD62F10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B276B1D285450199931F3BC0E1D04324">
    <w:name w:val="74B276B1D285450199931F3BC0E1D04324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D2432A025E44CE799E922F0B5B4FC2224">
    <w:name w:val="FD2432A025E44CE799E922F0B5B4FC2224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396572D047430DB39AD1200AC7406E24">
    <w:name w:val="BD396572D047430DB39AD1200AC7406E24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CEA01622574D8FBC1DA09209606FD310">
    <w:name w:val="61CEA01622574D8FBC1DA09209606FD310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49D0D7F1D50434D96D863142DD284A812">
    <w:name w:val="C49D0D7F1D50434D96D863142DD284A812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5E67245F2664AA492E99364C0225A3212">
    <w:name w:val="E5E67245F2664AA492E99364C0225A3212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2FBDD6CBCA24000AB705CF03776A6818">
    <w:name w:val="12FBDD6CBCA24000AB705CF03776A6818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A71054C12541F8A90A25C611EACEF829">
    <w:name w:val="F5A71054C12541F8A90A25C611EACEF829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C4ECF2DCB2E4B8C83832847AACD943E30">
    <w:name w:val="1C4ECF2DCB2E4B8C83832847AACD943E30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5778E1035114A029F6D3442A2C30D7E30">
    <w:name w:val="25778E1035114A029F6D3442A2C30D7E30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BCD9F6E845A4E818A263309CC94C01827">
    <w:name w:val="3BCD9F6E845A4E818A263309CC94C01827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6623B5A39634C16BD86CCD3CC9DFE9A12">
    <w:name w:val="F6623B5A39634C16BD86CCD3CC9DFE9A12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28F038FD42B47D592B584836CCCD62F11">
    <w:name w:val="128F038FD42B47D592B584836CCCD62F11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B276B1D285450199931F3BC0E1D04325">
    <w:name w:val="74B276B1D285450199931F3BC0E1D04325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D2432A025E44CE799E922F0B5B4FC2225">
    <w:name w:val="FD2432A025E44CE799E922F0B5B4FC2225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396572D047430DB39AD1200AC7406E25">
    <w:name w:val="BD396572D047430DB39AD1200AC7406E25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CEA01622574D8FBC1DA09209606FD311">
    <w:name w:val="61CEA01622574D8FBC1DA09209606FD311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49D0D7F1D50434D96D863142DD284A813">
    <w:name w:val="C49D0D7F1D50434D96D863142DD284A813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5E67245F2664AA492E99364C0225A3213">
    <w:name w:val="E5E67245F2664AA492E99364C0225A3213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D0DB13C559848EC80721380CCAA8C71">
    <w:name w:val="7D0DB13C559848EC80721380CCAA8C71"/>
    <w:rsid w:val="00965C2E"/>
  </w:style>
  <w:style w:type="paragraph" w:customStyle="1" w:styleId="12FBDD6CBCA24000AB705CF03776A6819">
    <w:name w:val="12FBDD6CBCA24000AB705CF03776A6819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A71054C12541F8A90A25C611EACEF830">
    <w:name w:val="F5A71054C12541F8A90A25C611EACEF830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C4ECF2DCB2E4B8C83832847AACD943E31">
    <w:name w:val="1C4ECF2DCB2E4B8C83832847AACD943E31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5778E1035114A029F6D3442A2C30D7E31">
    <w:name w:val="25778E1035114A029F6D3442A2C30D7E31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BCD9F6E845A4E818A263309CC94C01828">
    <w:name w:val="3BCD9F6E845A4E818A263309CC94C01828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6623B5A39634C16BD86CCD3CC9DFE9A13">
    <w:name w:val="F6623B5A39634C16BD86CCD3CC9DFE9A13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28F038FD42B47D592B584836CCCD62F12">
    <w:name w:val="128F038FD42B47D592B584836CCCD62F12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B276B1D285450199931F3BC0E1D04326">
    <w:name w:val="74B276B1D285450199931F3BC0E1D04326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D2432A025E44CE799E922F0B5B4FC2226">
    <w:name w:val="FD2432A025E44CE799E922F0B5B4FC2226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396572D047430DB39AD1200AC7406E26">
    <w:name w:val="BD396572D047430DB39AD1200AC7406E26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CEA01622574D8FBC1DA09209606FD312">
    <w:name w:val="61CEA01622574D8FBC1DA09209606FD312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49D0D7F1D50434D96D863142DD284A814">
    <w:name w:val="C49D0D7F1D50434D96D863142DD284A814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5E67245F2664AA492E99364C0225A3214">
    <w:name w:val="E5E67245F2664AA492E99364C0225A3214"/>
    <w:rsid w:val="00965C2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2FBDD6CBCA24000AB705CF03776A68110">
    <w:name w:val="12FBDD6CBCA24000AB705CF03776A68110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A71054C12541F8A90A25C611EACEF831">
    <w:name w:val="F5A71054C12541F8A90A25C611EACEF831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C4ECF2DCB2E4B8C83832847AACD943E32">
    <w:name w:val="1C4ECF2DCB2E4B8C83832847AACD943E32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5778E1035114A029F6D3442A2C30D7E32">
    <w:name w:val="25778E1035114A029F6D3442A2C30D7E32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BCD9F6E845A4E818A263309CC94C01829">
    <w:name w:val="3BCD9F6E845A4E818A263309CC94C01829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6623B5A39634C16BD86CCD3CC9DFE9A14">
    <w:name w:val="F6623B5A39634C16BD86CCD3CC9DFE9A14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28F038FD42B47D592B584836CCCD62F13">
    <w:name w:val="128F038FD42B47D592B584836CCCD62F13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B276B1D285450199931F3BC0E1D04327">
    <w:name w:val="74B276B1D285450199931F3BC0E1D04327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D2432A025E44CE799E922F0B5B4FC2227">
    <w:name w:val="FD2432A025E44CE799E922F0B5B4FC2227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396572D047430DB39AD1200AC7406E27">
    <w:name w:val="BD396572D047430DB39AD1200AC7406E27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CEA01622574D8FBC1DA09209606FD313">
    <w:name w:val="61CEA01622574D8FBC1DA09209606FD313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49D0D7F1D50434D96D863142DD284A815">
    <w:name w:val="C49D0D7F1D50434D96D863142DD284A815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5E67245F2664AA492E99364C0225A3215">
    <w:name w:val="E5E67245F2664AA492E99364C0225A3215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2FBDD6CBCA24000AB705CF03776A68111">
    <w:name w:val="12FBDD6CBCA24000AB705CF03776A68111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A71054C12541F8A90A25C611EACEF832">
    <w:name w:val="F5A71054C12541F8A90A25C611EACEF832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C4ECF2DCB2E4B8C83832847AACD943E33">
    <w:name w:val="1C4ECF2DCB2E4B8C83832847AACD943E33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5778E1035114A029F6D3442A2C30D7E33">
    <w:name w:val="25778E1035114A029F6D3442A2C30D7E33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BCD9F6E845A4E818A263309CC94C01830">
    <w:name w:val="3BCD9F6E845A4E818A263309CC94C01830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6623B5A39634C16BD86CCD3CC9DFE9A15">
    <w:name w:val="F6623B5A39634C16BD86CCD3CC9DFE9A15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28F038FD42B47D592B584836CCCD62F14">
    <w:name w:val="128F038FD42B47D592B584836CCCD62F14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B276B1D285450199931F3BC0E1D04328">
    <w:name w:val="74B276B1D285450199931F3BC0E1D04328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D2432A025E44CE799E922F0B5B4FC2228">
    <w:name w:val="FD2432A025E44CE799E922F0B5B4FC2228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396572D047430DB39AD1200AC7406E28">
    <w:name w:val="BD396572D047430DB39AD1200AC7406E28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CEA01622574D8FBC1DA09209606FD314">
    <w:name w:val="61CEA01622574D8FBC1DA09209606FD314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49D0D7F1D50434D96D863142DD284A816">
    <w:name w:val="C49D0D7F1D50434D96D863142DD284A816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5E67245F2664AA492E99364C0225A3216">
    <w:name w:val="E5E67245F2664AA492E99364C0225A3216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BEC9AE56AAA44ACA685A1B73BCE8D87">
    <w:name w:val="BBEC9AE56AAA44ACA685A1B73BCE8D87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2FBDD6CBCA24000AB705CF03776A68112">
    <w:name w:val="12FBDD6CBCA24000AB705CF03776A68112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A71054C12541F8A90A25C611EACEF833">
    <w:name w:val="F5A71054C12541F8A90A25C611EACEF833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C4ECF2DCB2E4B8C83832847AACD943E34">
    <w:name w:val="1C4ECF2DCB2E4B8C83832847AACD943E34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5778E1035114A029F6D3442A2C30D7E34">
    <w:name w:val="25778E1035114A029F6D3442A2C30D7E34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BCD9F6E845A4E818A263309CC94C01831">
    <w:name w:val="3BCD9F6E845A4E818A263309CC94C01831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6623B5A39634C16BD86CCD3CC9DFE9A16">
    <w:name w:val="F6623B5A39634C16BD86CCD3CC9DFE9A16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28F038FD42B47D592B584836CCCD62F15">
    <w:name w:val="128F038FD42B47D592B584836CCCD62F15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B276B1D285450199931F3BC0E1D04329">
    <w:name w:val="74B276B1D285450199931F3BC0E1D04329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D2432A025E44CE799E922F0B5B4FC2229">
    <w:name w:val="FD2432A025E44CE799E922F0B5B4FC2229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396572D047430DB39AD1200AC7406E29">
    <w:name w:val="BD396572D047430DB39AD1200AC7406E29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CEA01622574D8FBC1DA09209606FD315">
    <w:name w:val="61CEA01622574D8FBC1DA09209606FD315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49D0D7F1D50434D96D863142DD284A817">
    <w:name w:val="C49D0D7F1D50434D96D863142DD284A817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5E67245F2664AA492E99364C0225A3217">
    <w:name w:val="E5E67245F2664AA492E99364C0225A3217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2FBDD6CBCA24000AB705CF03776A68113">
    <w:name w:val="12FBDD6CBCA24000AB705CF03776A68113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A71054C12541F8A90A25C611EACEF834">
    <w:name w:val="F5A71054C12541F8A90A25C611EACEF834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C4ECF2DCB2E4B8C83832847AACD943E35">
    <w:name w:val="1C4ECF2DCB2E4B8C83832847AACD943E35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5778E1035114A029F6D3442A2C30D7E35">
    <w:name w:val="25778E1035114A029F6D3442A2C30D7E35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BCD9F6E845A4E818A263309CC94C01832">
    <w:name w:val="3BCD9F6E845A4E818A263309CC94C01832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6623B5A39634C16BD86CCD3CC9DFE9A17">
    <w:name w:val="F6623B5A39634C16BD86CCD3CC9DFE9A17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28F038FD42B47D592B584836CCCD62F16">
    <w:name w:val="128F038FD42B47D592B584836CCCD62F16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B276B1D285450199931F3BC0E1D04330">
    <w:name w:val="74B276B1D285450199931F3BC0E1D04330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D2432A025E44CE799E922F0B5B4FC2230">
    <w:name w:val="FD2432A025E44CE799E922F0B5B4FC2230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396572D047430DB39AD1200AC7406E30">
    <w:name w:val="BD396572D047430DB39AD1200AC7406E30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CEA01622574D8FBC1DA09209606FD316">
    <w:name w:val="61CEA01622574D8FBC1DA09209606FD316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138D22ECE14453C8F641FB606CDA98A">
    <w:name w:val="7138D22ECE14453C8F641FB606CDA98A"/>
    <w:rsid w:val="00B60AC8"/>
  </w:style>
  <w:style w:type="paragraph" w:customStyle="1" w:styleId="237E5349439E4A6BBBE5C0B854430BB8">
    <w:name w:val="237E5349439E4A6BBBE5C0B854430BB8"/>
    <w:rsid w:val="00B60AC8"/>
  </w:style>
  <w:style w:type="paragraph" w:customStyle="1" w:styleId="4DB2C1BD6010473F82101F083312A6E1">
    <w:name w:val="4DB2C1BD6010473F82101F083312A6E1"/>
    <w:rsid w:val="00B60AC8"/>
  </w:style>
  <w:style w:type="paragraph" w:customStyle="1" w:styleId="A2AD109550BF4025A8005BD926CBA116">
    <w:name w:val="A2AD109550BF4025A8005BD926CBA116"/>
    <w:rsid w:val="00B60AC8"/>
  </w:style>
  <w:style w:type="paragraph" w:customStyle="1" w:styleId="FAE264A1956B421AAC5DFBC53607921F">
    <w:name w:val="FAE264A1956B421AAC5DFBC53607921F"/>
    <w:rsid w:val="00B60AC8"/>
  </w:style>
  <w:style w:type="paragraph" w:customStyle="1" w:styleId="12FBDD6CBCA24000AB705CF03776A68114">
    <w:name w:val="12FBDD6CBCA24000AB705CF03776A68114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A71054C12541F8A90A25C611EACEF835">
    <w:name w:val="F5A71054C12541F8A90A25C611EACEF835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C4ECF2DCB2E4B8C83832847AACD943E36">
    <w:name w:val="1C4ECF2DCB2E4B8C83832847AACD943E36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5778E1035114A029F6D3442A2C30D7E36">
    <w:name w:val="25778E1035114A029F6D3442A2C30D7E36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BCD9F6E845A4E818A263309CC94C01833">
    <w:name w:val="3BCD9F6E845A4E818A263309CC94C01833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6623B5A39634C16BD86CCD3CC9DFE9A18">
    <w:name w:val="F6623B5A39634C16BD86CCD3CC9DFE9A18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28F038FD42B47D592B584836CCCD62F17">
    <w:name w:val="128F038FD42B47D592B584836CCCD62F17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B276B1D285450199931F3BC0E1D04331">
    <w:name w:val="74B276B1D285450199931F3BC0E1D04331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D2432A025E44CE799E922F0B5B4FC2231">
    <w:name w:val="FD2432A025E44CE799E922F0B5B4FC2231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396572D047430DB39AD1200AC7406E31">
    <w:name w:val="BD396572D047430DB39AD1200AC7406E31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CEA01622574D8FBC1DA09209606FD317">
    <w:name w:val="61CEA01622574D8FBC1DA09209606FD317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2AD109550BF4025A8005BD926CBA1161">
    <w:name w:val="A2AD109550BF4025A8005BD926CBA1161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AE264A1956B421AAC5DFBC53607921F1">
    <w:name w:val="FAE264A1956B421AAC5DFBC53607921F1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2FBDD6CBCA24000AB705CF03776A68115">
    <w:name w:val="12FBDD6CBCA24000AB705CF03776A68115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A71054C12541F8A90A25C611EACEF836">
    <w:name w:val="F5A71054C12541F8A90A25C611EACEF836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C4ECF2DCB2E4B8C83832847AACD943E37">
    <w:name w:val="1C4ECF2DCB2E4B8C83832847AACD943E37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5778E1035114A029F6D3442A2C30D7E37">
    <w:name w:val="25778E1035114A029F6D3442A2C30D7E37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BCD9F6E845A4E818A263309CC94C01834">
    <w:name w:val="3BCD9F6E845A4E818A263309CC94C01834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6623B5A39634C16BD86CCD3CC9DFE9A19">
    <w:name w:val="F6623B5A39634C16BD86CCD3CC9DFE9A19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28F038FD42B47D592B584836CCCD62F18">
    <w:name w:val="128F038FD42B47D592B584836CCCD62F18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B276B1D285450199931F3BC0E1D04332">
    <w:name w:val="74B276B1D285450199931F3BC0E1D04332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D2432A025E44CE799E922F0B5B4FC2232">
    <w:name w:val="FD2432A025E44CE799E922F0B5B4FC2232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396572D047430DB39AD1200AC7406E32">
    <w:name w:val="BD396572D047430DB39AD1200AC7406E32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CEA01622574D8FBC1DA09209606FD318">
    <w:name w:val="61CEA01622574D8FBC1DA09209606FD318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2AD109550BF4025A8005BD926CBA1162">
    <w:name w:val="A2AD109550BF4025A8005BD926CBA1162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AE264A1956B421AAC5DFBC53607921F2">
    <w:name w:val="FAE264A1956B421AAC5DFBC53607921F2"/>
    <w:rsid w:val="00B60AC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2FBDD6CBCA24000AB705CF03776A68116">
    <w:name w:val="12FBDD6CBCA24000AB705CF03776A68116"/>
    <w:rsid w:val="001D552F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A71054C12541F8A90A25C611EACEF837">
    <w:name w:val="F5A71054C12541F8A90A25C611EACEF837"/>
    <w:rsid w:val="001D552F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C4ECF2DCB2E4B8C83832847AACD943E38">
    <w:name w:val="1C4ECF2DCB2E4B8C83832847AACD943E38"/>
    <w:rsid w:val="001D552F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5778E1035114A029F6D3442A2C30D7E38">
    <w:name w:val="25778E1035114A029F6D3442A2C30D7E38"/>
    <w:rsid w:val="001D552F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BCD9F6E845A4E818A263309CC94C01835">
    <w:name w:val="3BCD9F6E845A4E818A263309CC94C01835"/>
    <w:rsid w:val="001D552F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6623B5A39634C16BD86CCD3CC9DFE9A20">
    <w:name w:val="F6623B5A39634C16BD86CCD3CC9DFE9A20"/>
    <w:rsid w:val="001D552F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28F038FD42B47D592B584836CCCD62F19">
    <w:name w:val="128F038FD42B47D592B584836CCCD62F19"/>
    <w:rsid w:val="001D552F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B276B1D285450199931F3BC0E1D04333">
    <w:name w:val="74B276B1D285450199931F3BC0E1D04333"/>
    <w:rsid w:val="001D552F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D2432A025E44CE799E922F0B5B4FC2233">
    <w:name w:val="FD2432A025E44CE799E922F0B5B4FC2233"/>
    <w:rsid w:val="001D552F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396572D047430DB39AD1200AC7406E33">
    <w:name w:val="BD396572D047430DB39AD1200AC7406E33"/>
    <w:rsid w:val="001D552F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CEA01622574D8FBC1DA09209606FD319">
    <w:name w:val="61CEA01622574D8FBC1DA09209606FD319"/>
    <w:rsid w:val="001D552F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2AD109550BF4025A8005BD926CBA1163">
    <w:name w:val="A2AD109550BF4025A8005BD926CBA1163"/>
    <w:rsid w:val="001D552F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AE264A1956B421AAC5DFBC53607921F3">
    <w:name w:val="FAE264A1956B421AAC5DFBC53607921F3"/>
    <w:rsid w:val="001D552F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2FBDD6CBCA24000AB705CF03776A68117">
    <w:name w:val="12FBDD6CBCA24000AB705CF03776A68117"/>
    <w:rsid w:val="00534E13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A71054C12541F8A90A25C611EACEF838">
    <w:name w:val="F5A71054C12541F8A90A25C611EACEF838"/>
    <w:rsid w:val="00534E13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C4ECF2DCB2E4B8C83832847AACD943E39">
    <w:name w:val="1C4ECF2DCB2E4B8C83832847AACD943E39"/>
    <w:rsid w:val="00534E13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5778E1035114A029F6D3442A2C30D7E39">
    <w:name w:val="25778E1035114A029F6D3442A2C30D7E39"/>
    <w:rsid w:val="00534E13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BCD9F6E845A4E818A263309CC94C01836">
    <w:name w:val="3BCD9F6E845A4E818A263309CC94C01836"/>
    <w:rsid w:val="00534E13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6623B5A39634C16BD86CCD3CC9DFE9A21">
    <w:name w:val="F6623B5A39634C16BD86CCD3CC9DFE9A21"/>
    <w:rsid w:val="00534E13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28F038FD42B47D592B584836CCCD62F20">
    <w:name w:val="128F038FD42B47D592B584836CCCD62F20"/>
    <w:rsid w:val="00534E13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B276B1D285450199931F3BC0E1D04334">
    <w:name w:val="74B276B1D285450199931F3BC0E1D04334"/>
    <w:rsid w:val="00534E13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D2432A025E44CE799E922F0B5B4FC2234">
    <w:name w:val="FD2432A025E44CE799E922F0B5B4FC2234"/>
    <w:rsid w:val="00534E13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396572D047430DB39AD1200AC7406E34">
    <w:name w:val="BD396572D047430DB39AD1200AC7406E34"/>
    <w:rsid w:val="00534E13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CEA01622574D8FBC1DA09209606FD320">
    <w:name w:val="61CEA01622574D8FBC1DA09209606FD320"/>
    <w:rsid w:val="00534E13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2AD109550BF4025A8005BD926CBA1164">
    <w:name w:val="A2AD109550BF4025A8005BD926CBA1164"/>
    <w:rsid w:val="00534E13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AE264A1956B421AAC5DFBC53607921F4">
    <w:name w:val="FAE264A1956B421AAC5DFBC53607921F4"/>
    <w:rsid w:val="00534E13"/>
    <w:pPr>
      <w:spacing w:after="0" w:line="240" w:lineRule="auto"/>
    </w:pPr>
    <w:rPr>
      <w:rFonts w:ascii="Arial" w:eastAsia="Times New Roman" w:hAnsi="Arial" w:cs="Times New Roman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RMF-Kopfbogen.dotx</Template>
  <TotalTime>0</TotalTime>
  <Pages>1</Pages>
  <Words>228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Regierung von Mittelfranken</vt:lpstr>
    </vt:vector>
  </TitlesOfParts>
  <Company>Regierung von Mittelfranken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Regierung von Mittelfranken</dc:title>
  <dc:subject/>
  <dc:creator>Vollmar, Dirk (RMFR)</dc:creator>
  <cp:keywords/>
  <dc:description/>
  <cp:lastModifiedBy>Vollmar, Dirk (RMFR)</cp:lastModifiedBy>
  <cp:revision>8</cp:revision>
  <cp:lastPrinted>2020-05-25T12:31:00Z</cp:lastPrinted>
  <dcterms:created xsi:type="dcterms:W3CDTF">2020-05-25T09:26:00Z</dcterms:created>
  <dcterms:modified xsi:type="dcterms:W3CDTF">2020-05-25T15:34:00Z</dcterms:modified>
</cp:coreProperties>
</file>